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66CB1DDE"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530837">
        <w:rPr>
          <w:rFonts w:ascii="Times New Roman" w:eastAsia="Times New Roman" w:hAnsi="Times New Roman" w:cs="Times New Roman"/>
          <w:b/>
          <w:bCs/>
          <w:kern w:val="28"/>
          <w:sz w:val="24"/>
          <w:szCs w:val="24"/>
        </w:rPr>
        <w:t>4</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30837">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5C0E993"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7D2048">
        <w:rPr>
          <w:rFonts w:ascii="Times New Roman" w:hAnsi="Times New Roman" w:cs="Times New Roman"/>
          <w:sz w:val="24"/>
          <w:szCs w:val="24"/>
        </w:rPr>
        <w:t>.2981</w:t>
      </w:r>
      <w:r w:rsidRPr="00CD01B9">
        <w:rPr>
          <w:rFonts w:ascii="Times New Roman" w:hAnsi="Times New Roman" w:cs="Times New Roman"/>
          <w:sz w:val="24"/>
          <w:szCs w:val="24"/>
        </w:rPr>
        <w:t xml:space="preserve"> „</w:t>
      </w:r>
      <w:r w:rsidR="00852520">
        <w:rPr>
          <w:rFonts w:ascii="Times New Roman" w:hAnsi="Times New Roman" w:cs="Times New Roman"/>
          <w:bCs/>
          <w:i/>
          <w:sz w:val="24"/>
          <w:szCs w:val="24"/>
        </w:rPr>
        <w:t>.</w:t>
      </w:r>
      <w:r w:rsidR="00595D9F">
        <w:rPr>
          <w:rFonts w:ascii="Times New Roman" w:hAnsi="Times New Roman" w:cs="Times New Roman"/>
          <w:bCs/>
          <w:i/>
          <w:sz w:val="24"/>
          <w:szCs w:val="24"/>
        </w:rPr>
        <w:t>Uuemõisa</w:t>
      </w:r>
      <w:r w:rsidR="007C177D" w:rsidRPr="007C177D">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maaparandussüsteemi</w:t>
      </w:r>
      <w:r w:rsidR="00F723B3">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7D2048" w:rsidRPr="007D2048">
        <w:rPr>
          <w:rFonts w:ascii="Times New Roman" w:hAnsi="Times New Roman" w:cs="Times New Roman"/>
          <w:sz w:val="24"/>
          <w:szCs w:val="24"/>
        </w:rPr>
        <w:t>272940</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5D8C7802" w14:textId="77777777" w:rsidR="000C4DF2" w:rsidRDefault="000C4DF2" w:rsidP="000C4DF2">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Pr="00281267">
        <w:rPr>
          <w:rFonts w:ascii="Times New Roman" w:hAnsi="Times New Roman" w:cs="Times New Roman"/>
          <w:sz w:val="24"/>
          <w:szCs w:val="24"/>
        </w:rPr>
        <w:t>;</w:t>
      </w:r>
    </w:p>
    <w:p w14:paraId="70E4C8FA" w14:textId="77777777" w:rsidR="000C4DF2" w:rsidRPr="00281267" w:rsidRDefault="000C4DF2" w:rsidP="000C4DF2">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236FF752" w:rsidR="00720E3E" w:rsidRPr="00281267" w:rsidRDefault="00595D9F"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5323264"/>
      <w:r>
        <w:rPr>
          <w:rFonts w:ascii="Times New Roman" w:hAnsi="Times New Roman" w:cs="Times New Roman"/>
          <w:sz w:val="24"/>
          <w:szCs w:val="24"/>
        </w:rPr>
        <w:t>Kobras AS</w:t>
      </w:r>
      <w:r w:rsidR="008F71C4" w:rsidRPr="008F71C4">
        <w:rPr>
          <w:rFonts w:ascii="Times New Roman" w:hAnsi="Times New Roman" w:cs="Times New Roman"/>
          <w:sz w:val="24"/>
          <w:szCs w:val="24"/>
        </w:rPr>
        <w:t xml:space="preserve"> poolt koostatud „</w:t>
      </w:r>
      <w:bookmarkEnd w:id="0"/>
      <w:r>
        <w:rPr>
          <w:rFonts w:ascii="Times New Roman" w:hAnsi="Times New Roman" w:cs="Times New Roman"/>
          <w:sz w:val="24"/>
          <w:szCs w:val="24"/>
        </w:rPr>
        <w:t>Uuemõisa</w:t>
      </w:r>
      <w:r w:rsidR="0064725C">
        <w:rPr>
          <w:rFonts w:ascii="Times New Roman" w:hAnsi="Times New Roman" w:cs="Times New Roman"/>
          <w:sz w:val="24"/>
          <w:szCs w:val="24"/>
        </w:rPr>
        <w:t xml:space="preserve"> </w:t>
      </w:r>
      <w:r w:rsidR="008F71C4" w:rsidRPr="008F71C4">
        <w:rPr>
          <w:rFonts w:ascii="Times New Roman" w:hAnsi="Times New Roman" w:cs="Times New Roman"/>
          <w:sz w:val="24"/>
          <w:szCs w:val="24"/>
        </w:rPr>
        <w:t xml:space="preserve">maaparandusehitiste rekonstrueerimise </w:t>
      </w:r>
      <w:r w:rsidR="003D1322">
        <w:rPr>
          <w:rFonts w:ascii="Times New Roman" w:hAnsi="Times New Roman" w:cs="Times New Roman"/>
          <w:sz w:val="24"/>
          <w:szCs w:val="24"/>
        </w:rPr>
        <w:t>ja tee</w:t>
      </w:r>
      <w:r w:rsidR="000915D2">
        <w:rPr>
          <w:rFonts w:ascii="Times New Roman" w:hAnsi="Times New Roman" w:cs="Times New Roman"/>
          <w:sz w:val="24"/>
          <w:szCs w:val="24"/>
        </w:rPr>
        <w:t>de</w:t>
      </w:r>
      <w:r w:rsidR="003D1322">
        <w:rPr>
          <w:rFonts w:ascii="Times New Roman" w:hAnsi="Times New Roman" w:cs="Times New Roman"/>
          <w:sz w:val="24"/>
          <w:szCs w:val="24"/>
        </w:rPr>
        <w:t xml:space="preserve"> </w:t>
      </w:r>
      <w:r w:rsidR="0064725C">
        <w:rPr>
          <w:rFonts w:ascii="Times New Roman" w:hAnsi="Times New Roman" w:cs="Times New Roman"/>
          <w:sz w:val="24"/>
          <w:szCs w:val="24"/>
        </w:rPr>
        <w:t>ehit</w:t>
      </w:r>
      <w:r w:rsidR="00B91ADB">
        <w:rPr>
          <w:rFonts w:ascii="Times New Roman" w:hAnsi="Times New Roman" w:cs="Times New Roman"/>
          <w:sz w:val="24"/>
          <w:szCs w:val="24"/>
        </w:rPr>
        <w:t>amise ehitus</w:t>
      </w:r>
      <w:r w:rsidR="008F71C4" w:rsidRPr="008F71C4">
        <w:rPr>
          <w:rFonts w:ascii="Times New Roman" w:hAnsi="Times New Roman" w:cs="Times New Roman"/>
          <w:sz w:val="24"/>
          <w:szCs w:val="24"/>
        </w:rPr>
        <w:t>projekt“.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1AE6589"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B91ADB">
        <w:rPr>
          <w:rFonts w:ascii="Times New Roman" w:hAnsi="Times New Roman" w:cs="Times New Roman"/>
          <w:sz w:val="24"/>
          <w:szCs w:val="24"/>
        </w:rPr>
        <w:t>Lääne</w:t>
      </w:r>
      <w:r w:rsidR="00240C3D" w:rsidRPr="00EF1D40">
        <w:rPr>
          <w:rFonts w:ascii="Times New Roman" w:hAnsi="Times New Roman" w:cs="Times New Roman"/>
          <w:sz w:val="24"/>
          <w:szCs w:val="24"/>
        </w:rPr>
        <w:t xml:space="preserve"> maakonna </w:t>
      </w:r>
      <w:r w:rsidR="00B91ADB">
        <w:rPr>
          <w:rFonts w:ascii="Times New Roman" w:eastAsia="Times New Roman" w:hAnsi="Times New Roman" w:cs="Times New Roman"/>
          <w:bCs/>
          <w:sz w:val="24"/>
          <w:szCs w:val="24"/>
          <w:lang w:eastAsia="ar-SA"/>
        </w:rPr>
        <w:t>Uuemõisa</w:t>
      </w:r>
      <w:r w:rsidR="00E529AF" w:rsidRPr="00EF1D40">
        <w:rPr>
          <w:rFonts w:ascii="Times New Roman" w:eastAsia="Times New Roman" w:hAnsi="Times New Roman" w:cs="Times New Roman"/>
          <w:bCs/>
          <w:sz w:val="24"/>
          <w:szCs w:val="24"/>
          <w:lang w:eastAsia="ar-SA"/>
        </w:rPr>
        <w:t xml:space="preserve"> maaparandussüsteemi </w:t>
      </w:r>
      <w:r w:rsidR="001D6A84" w:rsidRPr="00EF1D40">
        <w:rPr>
          <w:rFonts w:ascii="Times New Roman" w:hAnsi="Times New Roman" w:cs="Times New Roman"/>
          <w:sz w:val="24"/>
          <w:szCs w:val="24"/>
        </w:rPr>
        <w:t>rekonstrueerimise</w:t>
      </w:r>
      <w:r w:rsidR="001D6A84" w:rsidRPr="00EF1D40">
        <w:rPr>
          <w:rFonts w:ascii="Times New Roman" w:eastAsia="Times New Roman" w:hAnsi="Times New Roman" w:cs="Times New Roman"/>
          <w:bCs/>
          <w:sz w:val="24"/>
          <w:szCs w:val="24"/>
          <w:lang w:eastAsia="ar-SA"/>
        </w:rPr>
        <w:t xml:space="preserve"> </w:t>
      </w:r>
      <w:r w:rsidR="00E529AF" w:rsidRPr="00EF1D40">
        <w:rPr>
          <w:rFonts w:ascii="Times New Roman" w:eastAsia="Times New Roman" w:hAnsi="Times New Roman" w:cs="Times New Roman"/>
          <w:bCs/>
          <w:sz w:val="24"/>
          <w:szCs w:val="24"/>
          <w:lang w:eastAsia="ar-SA"/>
        </w:rPr>
        <w:t xml:space="preserve">koos </w:t>
      </w:r>
      <w:proofErr w:type="spellStart"/>
      <w:r w:rsidR="00B91ADB">
        <w:rPr>
          <w:rFonts w:ascii="Times New Roman" w:eastAsia="Times New Roman" w:hAnsi="Times New Roman" w:cs="Times New Roman"/>
          <w:bCs/>
          <w:sz w:val="24"/>
          <w:szCs w:val="24"/>
          <w:lang w:eastAsia="ar-SA"/>
        </w:rPr>
        <w:t>Üsse</w:t>
      </w:r>
      <w:proofErr w:type="spellEnd"/>
      <w:r w:rsidR="000B59F7">
        <w:rPr>
          <w:rFonts w:ascii="Times New Roman" w:eastAsia="Times New Roman" w:hAnsi="Times New Roman" w:cs="Times New Roman"/>
          <w:bCs/>
          <w:sz w:val="24"/>
          <w:szCs w:val="24"/>
          <w:lang w:eastAsia="ar-SA"/>
        </w:rPr>
        <w:t xml:space="preserve"> </w:t>
      </w:r>
      <w:r w:rsidR="00CE6E2F" w:rsidRPr="00CE6E2F">
        <w:rPr>
          <w:rFonts w:ascii="Times New Roman" w:eastAsia="Times New Roman" w:hAnsi="Times New Roman" w:cs="Times New Roman"/>
          <w:bCs/>
          <w:sz w:val="24"/>
          <w:szCs w:val="24"/>
          <w:lang w:eastAsia="ar-SA"/>
        </w:rPr>
        <w:t>tee</w:t>
      </w:r>
      <w:r w:rsidR="003208DE">
        <w:rPr>
          <w:rFonts w:ascii="Times New Roman" w:eastAsia="Times New Roman" w:hAnsi="Times New Roman" w:cs="Times New Roman"/>
          <w:bCs/>
          <w:sz w:val="24"/>
          <w:szCs w:val="24"/>
          <w:lang w:eastAsia="ar-SA"/>
        </w:rPr>
        <w:t xml:space="preserve"> ja </w:t>
      </w:r>
      <w:proofErr w:type="spellStart"/>
      <w:r w:rsidR="003208DE">
        <w:rPr>
          <w:rFonts w:ascii="Times New Roman" w:eastAsia="Times New Roman" w:hAnsi="Times New Roman" w:cs="Times New Roman"/>
          <w:bCs/>
          <w:sz w:val="24"/>
          <w:szCs w:val="24"/>
          <w:lang w:eastAsia="ar-SA"/>
        </w:rPr>
        <w:t>Mahasõit</w:t>
      </w:r>
      <w:proofErr w:type="spellEnd"/>
      <w:r w:rsidR="003208DE">
        <w:rPr>
          <w:rFonts w:ascii="Times New Roman" w:eastAsia="Times New Roman" w:hAnsi="Times New Roman" w:cs="Times New Roman"/>
          <w:bCs/>
          <w:sz w:val="24"/>
          <w:szCs w:val="24"/>
          <w:lang w:eastAsia="ar-SA"/>
        </w:rPr>
        <w:t xml:space="preserve"> HS667</w:t>
      </w:r>
      <w:r w:rsidR="0094563E" w:rsidRPr="0094563E">
        <w:rPr>
          <w:rFonts w:ascii="Times New Roman" w:eastAsia="Times New Roman" w:hAnsi="Times New Roman" w:cs="Times New Roman"/>
          <w:bCs/>
          <w:sz w:val="24"/>
          <w:szCs w:val="24"/>
          <w:lang w:eastAsia="ar-SA"/>
        </w:rPr>
        <w:t xml:space="preserve"> </w:t>
      </w:r>
      <w:r w:rsidR="000B59F7">
        <w:rPr>
          <w:rFonts w:ascii="Times New Roman" w:eastAsia="Times New Roman" w:hAnsi="Times New Roman" w:cs="Times New Roman"/>
          <w:bCs/>
          <w:sz w:val="24"/>
          <w:szCs w:val="24"/>
          <w:lang w:eastAsia="ar-SA"/>
        </w:rPr>
        <w:t>ehitamise</w:t>
      </w:r>
      <w:r w:rsidR="001D6A84">
        <w:rPr>
          <w:rFonts w:ascii="Times New Roman" w:eastAsia="Times New Roman" w:hAnsi="Times New Roman" w:cs="Times New Roman"/>
          <w:bCs/>
          <w:sz w:val="24"/>
          <w:szCs w:val="24"/>
          <w:lang w:eastAsia="ar-SA"/>
        </w:rPr>
        <w:t>g</w:t>
      </w:r>
      <w:r w:rsidR="00685C0B">
        <w:rPr>
          <w:rFonts w:ascii="Times New Roman" w:eastAsia="Times New Roman" w:hAnsi="Times New Roman" w:cs="Times New Roman"/>
          <w:bCs/>
          <w:sz w:val="24"/>
          <w:szCs w:val="24"/>
          <w:lang w:eastAsia="ar-SA"/>
        </w:rPr>
        <w:t xml:space="preserve">a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0A0FBCE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r w:rsidR="003208DE">
        <w:rPr>
          <w:rFonts w:ascii="Times New Roman" w:hAnsi="Times New Roman" w:cs="Times New Roman"/>
          <w:sz w:val="24"/>
          <w:szCs w:val="24"/>
        </w:rPr>
        <w:t>Kobras AS</w:t>
      </w:r>
      <w:r w:rsidR="00CE6E2F" w:rsidRPr="00CE6E2F">
        <w:rPr>
          <w:rFonts w:ascii="Times New Roman" w:hAnsi="Times New Roman" w:cs="Times New Roman"/>
          <w:sz w:val="24"/>
          <w:szCs w:val="24"/>
        </w:rPr>
        <w:t xml:space="preserve"> poolt koostatud </w:t>
      </w:r>
      <w:r w:rsidR="003208DE">
        <w:rPr>
          <w:rFonts w:ascii="Times New Roman" w:hAnsi="Times New Roman" w:cs="Times New Roman"/>
          <w:sz w:val="24"/>
          <w:szCs w:val="24"/>
        </w:rPr>
        <w:t>Uuemõisa</w:t>
      </w:r>
      <w:r w:rsidR="00E934E7">
        <w:rPr>
          <w:rFonts w:ascii="Times New Roman" w:hAnsi="Times New Roman" w:cs="Times New Roman"/>
          <w:sz w:val="24"/>
          <w:szCs w:val="24"/>
        </w:rPr>
        <w:t xml:space="preserve"> </w:t>
      </w:r>
      <w:r w:rsidR="00144C61">
        <w:rPr>
          <w:rFonts w:ascii="Times New Roman" w:hAnsi="Times New Roman" w:cs="Times New Roman"/>
          <w:sz w:val="24"/>
          <w:szCs w:val="24"/>
        </w:rPr>
        <w:t>maaparandusehitise</w:t>
      </w:r>
      <w:r w:rsidR="00A72E9D">
        <w:rPr>
          <w:rFonts w:ascii="Times New Roman" w:hAnsi="Times New Roman" w:cs="Times New Roman"/>
          <w:sz w:val="24"/>
          <w:szCs w:val="24"/>
        </w:rPr>
        <w:t xml:space="preserve"> </w:t>
      </w:r>
      <w:r w:rsidR="00F342E7">
        <w:rPr>
          <w:rFonts w:ascii="Times New Roman" w:hAnsi="Times New Roman" w:cs="Times New Roman"/>
          <w:sz w:val="24"/>
          <w:szCs w:val="24"/>
        </w:rPr>
        <w:t>rekonstrueerimise</w:t>
      </w:r>
      <w:r w:rsidR="00102C07">
        <w:rPr>
          <w:rFonts w:ascii="Times New Roman" w:hAnsi="Times New Roman" w:cs="Times New Roman"/>
          <w:sz w:val="24"/>
          <w:szCs w:val="24"/>
        </w:rPr>
        <w:t xml:space="preserve"> ja teede ehitamise</w:t>
      </w:r>
      <w:r w:rsidR="00F342E7">
        <w:rPr>
          <w:rFonts w:ascii="Times New Roman" w:hAnsi="Times New Roman" w:cs="Times New Roman"/>
          <w:sz w:val="24"/>
          <w:szCs w:val="24"/>
        </w:rPr>
        <w:t xml:space="preserve"> </w:t>
      </w:r>
      <w:r w:rsidR="00B82A12" w:rsidRPr="00B82A12">
        <w:rPr>
          <w:rFonts w:ascii="Times New Roman" w:hAnsi="Times New Roman" w:cs="Times New Roman"/>
          <w:sz w:val="24"/>
          <w:szCs w:val="24"/>
        </w:rPr>
        <w:t>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2C6FEC"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7F078B">
        <w:rPr>
          <w:rFonts w:ascii="Times New Roman" w:hAnsi="Times New Roman" w:cs="Times New Roman"/>
          <w:sz w:val="24"/>
          <w:szCs w:val="24"/>
        </w:rPr>
        <w:t>sõlmida alltöövõtu</w:t>
      </w:r>
      <w:r w:rsidR="00003744" w:rsidRPr="007F078B">
        <w:rPr>
          <w:rFonts w:ascii="Times New Roman" w:hAnsi="Times New Roman" w:cs="Times New Roman"/>
          <w:sz w:val="24"/>
          <w:szCs w:val="24"/>
        </w:rPr>
        <w:t xml:space="preserve">lepinguid koos kavandatavate alltöövõtjate nimede, kontaktandmed ja teabega nende </w:t>
      </w:r>
      <w:r w:rsidR="00003744" w:rsidRPr="002C6FEC">
        <w:rPr>
          <w:rFonts w:ascii="Times New Roman" w:hAnsi="Times New Roman" w:cs="Times New Roman"/>
          <w:sz w:val="24"/>
          <w:szCs w:val="24"/>
        </w:rPr>
        <w:t>seaduslike esindajate kohta;</w:t>
      </w:r>
    </w:p>
    <w:p w14:paraId="3A9201DF" w14:textId="1FF385FD" w:rsidR="002551B0" w:rsidRPr="00AA2FC5" w:rsidRDefault="008A2313" w:rsidP="002551B0">
      <w:pPr>
        <w:pStyle w:val="Pealkiri31"/>
        <w:tabs>
          <w:tab w:val="left" w:pos="567"/>
        </w:tabs>
        <w:spacing w:after="0" w:line="240" w:lineRule="auto"/>
        <w:ind w:left="0" w:firstLine="0"/>
        <w:jc w:val="both"/>
        <w:rPr>
          <w:rStyle w:val="normal1"/>
          <w:rFonts w:cs="Times New Roman"/>
          <w:szCs w:val="24"/>
        </w:rPr>
      </w:pPr>
      <w:r w:rsidRPr="00AA2FC5">
        <w:rPr>
          <w:rFonts w:ascii="Times New Roman" w:hAnsi="Times New Roman" w:cs="Times New Roman"/>
          <w:sz w:val="24"/>
          <w:szCs w:val="24"/>
        </w:rPr>
        <w:t>kinni pidama tööde teostamisel t</w:t>
      </w:r>
      <w:r w:rsidR="00705773" w:rsidRPr="00AA2FC5">
        <w:rPr>
          <w:rFonts w:ascii="Times New Roman" w:hAnsi="Times New Roman" w:cs="Times New Roman"/>
          <w:sz w:val="24"/>
          <w:szCs w:val="24"/>
        </w:rPr>
        <w:t>ellija poolt ke</w:t>
      </w:r>
      <w:r w:rsidR="00845209" w:rsidRPr="00AA2FC5">
        <w:rPr>
          <w:rFonts w:ascii="Times New Roman" w:hAnsi="Times New Roman" w:cs="Times New Roman"/>
          <w:sz w:val="24"/>
          <w:szCs w:val="24"/>
        </w:rPr>
        <w:t>htestatud keskkonnaalastest käitumisju</w:t>
      </w:r>
      <w:r w:rsidR="00705773" w:rsidRPr="00AA2FC5">
        <w:rPr>
          <w:rFonts w:ascii="Times New Roman" w:hAnsi="Times New Roman" w:cs="Times New Roman"/>
          <w:sz w:val="24"/>
          <w:szCs w:val="24"/>
        </w:rPr>
        <w:t xml:space="preserve">histest ja projektis esitatud </w:t>
      </w:r>
      <w:r w:rsidR="002747CE" w:rsidRPr="00AA2FC5">
        <w:rPr>
          <w:rFonts w:ascii="Times New Roman" w:hAnsi="Times New Roman" w:cs="Times New Roman"/>
          <w:sz w:val="24"/>
          <w:szCs w:val="24"/>
        </w:rPr>
        <w:t>ehitus</w:t>
      </w:r>
      <w:r w:rsidR="00705773" w:rsidRPr="00AA2FC5">
        <w:rPr>
          <w:rFonts w:ascii="Times New Roman" w:hAnsi="Times New Roman" w:cs="Times New Roman"/>
          <w:sz w:val="24"/>
          <w:szCs w:val="24"/>
        </w:rPr>
        <w:t>objekti omapära arvestavaid nõudeid</w:t>
      </w:r>
      <w:r w:rsidR="00003744" w:rsidRPr="00AA2FC5">
        <w:rPr>
          <w:rStyle w:val="normal1"/>
          <w:rFonts w:cs="Times New Roman"/>
          <w:szCs w:val="24"/>
        </w:rPr>
        <w:t xml:space="preserve">. </w:t>
      </w:r>
      <w:r w:rsidR="002551B0" w:rsidRPr="00AA2FC5">
        <w:rPr>
          <w:rStyle w:val="normal1"/>
          <w:rFonts w:cs="Times New Roman"/>
          <w:szCs w:val="24"/>
        </w:rPr>
        <w:t xml:space="preserve">Jälgima </w:t>
      </w:r>
      <w:r w:rsidR="002551B0" w:rsidRPr="00AA2FC5">
        <w:rPr>
          <w:rFonts w:ascii="Times New Roman" w:eastAsia="Times New Roman" w:hAnsi="Times New Roman" w:cs="Times New Roman"/>
          <w:sz w:val="24"/>
          <w:szCs w:val="24"/>
        </w:rPr>
        <w:t xml:space="preserve">ehitusprojektis </w:t>
      </w:r>
      <w:r w:rsidR="00F60609" w:rsidRPr="00AA2FC5">
        <w:rPr>
          <w:rFonts w:ascii="Times New Roman" w:eastAsia="Times New Roman" w:hAnsi="Times New Roman" w:cs="Times New Roman"/>
          <w:sz w:val="24"/>
          <w:szCs w:val="24"/>
        </w:rPr>
        <w:t>peatükk</w:t>
      </w:r>
      <w:r w:rsidR="00A2018D" w:rsidRPr="00AA2FC5">
        <w:rPr>
          <w:rFonts w:ascii="Times New Roman" w:eastAsia="Times New Roman" w:hAnsi="Times New Roman" w:cs="Times New Roman"/>
          <w:sz w:val="24"/>
          <w:szCs w:val="24"/>
        </w:rPr>
        <w:t>is</w:t>
      </w:r>
      <w:r w:rsidR="00F60609" w:rsidRPr="00AA2FC5">
        <w:rPr>
          <w:rFonts w:ascii="Times New Roman" w:eastAsia="Times New Roman" w:hAnsi="Times New Roman" w:cs="Times New Roman"/>
          <w:sz w:val="24"/>
          <w:szCs w:val="24"/>
        </w:rPr>
        <w:t xml:space="preserve"> </w:t>
      </w:r>
      <w:r w:rsidR="005550D4" w:rsidRPr="00AA2FC5">
        <w:rPr>
          <w:rFonts w:ascii="Times New Roman" w:eastAsia="Times New Roman" w:hAnsi="Times New Roman" w:cs="Times New Roman"/>
          <w:sz w:val="24"/>
          <w:szCs w:val="24"/>
        </w:rPr>
        <w:t>8</w:t>
      </w:r>
      <w:r w:rsidR="00A21251" w:rsidRPr="00AA2FC5">
        <w:rPr>
          <w:rFonts w:ascii="Times New Roman" w:eastAsia="Times New Roman" w:hAnsi="Times New Roman" w:cs="Times New Roman"/>
          <w:sz w:val="24"/>
          <w:szCs w:val="24"/>
        </w:rPr>
        <w:t xml:space="preserve">. Keskkonnakaitse </w:t>
      </w:r>
      <w:r w:rsidR="0007258A" w:rsidRPr="00AA2FC5">
        <w:rPr>
          <w:rFonts w:ascii="Times New Roman" w:eastAsia="Times New Roman" w:hAnsi="Times New Roman" w:cs="Times New Roman"/>
          <w:sz w:val="24"/>
          <w:szCs w:val="24"/>
        </w:rPr>
        <w:t>(</w:t>
      </w:r>
      <w:r w:rsidR="00CD11B4" w:rsidRPr="00AA2FC5">
        <w:rPr>
          <w:rFonts w:ascii="Times New Roman" w:eastAsia="Times New Roman" w:hAnsi="Times New Roman" w:cs="Times New Roman"/>
          <w:sz w:val="24"/>
          <w:szCs w:val="24"/>
        </w:rPr>
        <w:t xml:space="preserve">lk </w:t>
      </w:r>
      <w:r w:rsidR="005550D4" w:rsidRPr="00AA2FC5">
        <w:rPr>
          <w:rFonts w:ascii="Times New Roman" w:eastAsia="Times New Roman" w:hAnsi="Times New Roman" w:cs="Times New Roman"/>
          <w:sz w:val="24"/>
          <w:szCs w:val="24"/>
        </w:rPr>
        <w:t>57</w:t>
      </w:r>
      <w:r w:rsidR="006336D8" w:rsidRPr="00AA2FC5">
        <w:rPr>
          <w:rFonts w:ascii="Times New Roman" w:eastAsia="Times New Roman" w:hAnsi="Times New Roman" w:cs="Times New Roman"/>
          <w:sz w:val="24"/>
          <w:szCs w:val="24"/>
        </w:rPr>
        <w:t>-5</w:t>
      </w:r>
      <w:r w:rsidR="005550D4" w:rsidRPr="00AA2FC5">
        <w:rPr>
          <w:rFonts w:ascii="Times New Roman" w:eastAsia="Times New Roman" w:hAnsi="Times New Roman" w:cs="Times New Roman"/>
          <w:sz w:val="24"/>
          <w:szCs w:val="24"/>
        </w:rPr>
        <w:t>8</w:t>
      </w:r>
      <w:r w:rsidR="0007258A" w:rsidRPr="00AA2FC5">
        <w:rPr>
          <w:rFonts w:ascii="Times New Roman" w:eastAsia="Times New Roman" w:hAnsi="Times New Roman" w:cs="Times New Roman"/>
          <w:sz w:val="24"/>
          <w:szCs w:val="24"/>
        </w:rPr>
        <w:t>)</w:t>
      </w:r>
      <w:r w:rsidR="00FB32B8" w:rsidRPr="00AA2FC5">
        <w:rPr>
          <w:rFonts w:ascii="Times New Roman" w:eastAsia="Times New Roman" w:hAnsi="Times New Roman" w:cs="Times New Roman"/>
          <w:sz w:val="24"/>
          <w:szCs w:val="24"/>
        </w:rPr>
        <w:t xml:space="preserve"> ja peatükkis </w:t>
      </w:r>
      <w:r w:rsidR="00A2018D" w:rsidRPr="00AA2FC5">
        <w:rPr>
          <w:rFonts w:ascii="Times New Roman" w:eastAsia="Times New Roman" w:hAnsi="Times New Roman" w:cs="Times New Roman"/>
          <w:sz w:val="24"/>
          <w:szCs w:val="24"/>
        </w:rPr>
        <w:t xml:space="preserve"> </w:t>
      </w:r>
      <w:r w:rsidR="002551B0" w:rsidRPr="00AA2FC5">
        <w:rPr>
          <w:rFonts w:ascii="Times New Roman" w:eastAsia="Times New Roman" w:hAnsi="Times New Roman" w:cs="Times New Roman"/>
          <w:sz w:val="24"/>
          <w:szCs w:val="24"/>
        </w:rPr>
        <w:t>ning</w:t>
      </w:r>
      <w:r w:rsidR="002551B0" w:rsidRPr="00AA2FC5">
        <w:rPr>
          <w:rStyle w:val="normal1"/>
          <w:rFonts w:cs="Times New Roman"/>
          <w:szCs w:val="24"/>
        </w:rPr>
        <w:t xml:space="preserve"> tellija poolt koostatud keskkonnaanalüüsis toodut.</w:t>
      </w:r>
    </w:p>
    <w:p w14:paraId="5BFCA0A2" w14:textId="60BD9E2B" w:rsidR="00F274E5" w:rsidRPr="00AA2FC5" w:rsidRDefault="00F853F2" w:rsidP="00AA2FC5">
      <w:pPr>
        <w:pStyle w:val="Pealkiri31"/>
        <w:numPr>
          <w:ilvl w:val="0"/>
          <w:numId w:val="12"/>
        </w:numPr>
        <w:tabs>
          <w:tab w:val="left" w:pos="284"/>
        </w:tabs>
        <w:spacing w:after="0" w:line="240" w:lineRule="auto"/>
        <w:ind w:left="0" w:firstLine="0"/>
        <w:jc w:val="both"/>
        <w:rPr>
          <w:rStyle w:val="normal1"/>
          <w:rFonts w:cs="Times New Roman"/>
          <w:i/>
          <w:iCs/>
          <w:szCs w:val="24"/>
        </w:rPr>
      </w:pPr>
      <w:r w:rsidRPr="00AA2FC5">
        <w:rPr>
          <w:rStyle w:val="normal1"/>
          <w:rFonts w:cs="Times New Roman"/>
          <w:i/>
          <w:iCs/>
          <w:szCs w:val="24"/>
        </w:rPr>
        <w:t xml:space="preserve">Objektil </w:t>
      </w:r>
      <w:r w:rsidR="00DB6EDE" w:rsidRPr="00AA2FC5">
        <w:rPr>
          <w:rStyle w:val="normal1"/>
          <w:rFonts w:cs="Times New Roman"/>
          <w:i/>
          <w:iCs/>
          <w:szCs w:val="24"/>
        </w:rPr>
        <w:t>(</w:t>
      </w:r>
      <w:r w:rsidR="0027305B" w:rsidRPr="00AA2FC5">
        <w:rPr>
          <w:rStyle w:val="normal1"/>
          <w:rFonts w:cs="Times New Roman"/>
          <w:i/>
          <w:iCs/>
          <w:szCs w:val="24"/>
        </w:rPr>
        <w:t>Uuemõisa oja ja kraav 101, 102</w:t>
      </w:r>
      <w:r w:rsidR="00DB6EDE" w:rsidRPr="00AA2FC5">
        <w:rPr>
          <w:rStyle w:val="normal1"/>
          <w:rFonts w:cs="Times New Roman"/>
          <w:i/>
          <w:iCs/>
          <w:szCs w:val="24"/>
        </w:rPr>
        <w:t>) on liigi leiukoht/elupaik, loomad I kaitsekategooria (merikotkas), ehitustööd on keelatud perioodil 15.02-31.08</w:t>
      </w:r>
      <w:r w:rsidR="00B963CC" w:rsidRPr="00AA2FC5">
        <w:rPr>
          <w:rStyle w:val="normal1"/>
          <w:rFonts w:cs="Times New Roman"/>
          <w:i/>
          <w:iCs/>
          <w:szCs w:val="24"/>
        </w:rPr>
        <w:t>;</w:t>
      </w:r>
      <w:r w:rsidR="001D24CC" w:rsidRPr="00AA2FC5">
        <w:rPr>
          <w:rStyle w:val="normal1"/>
          <w:rFonts w:cs="Times New Roman"/>
          <w:i/>
          <w:iCs/>
          <w:szCs w:val="24"/>
        </w:rPr>
        <w:t xml:space="preserve"> </w:t>
      </w:r>
    </w:p>
    <w:p w14:paraId="0CEDA6A1" w14:textId="64B35641" w:rsidR="001669ED" w:rsidRPr="00AA2FC5" w:rsidRDefault="006164C3" w:rsidP="00AA2FC5">
      <w:pPr>
        <w:pStyle w:val="Pealkiri31"/>
        <w:numPr>
          <w:ilvl w:val="0"/>
          <w:numId w:val="12"/>
        </w:numPr>
        <w:tabs>
          <w:tab w:val="left" w:pos="284"/>
        </w:tabs>
        <w:spacing w:after="0" w:line="240" w:lineRule="auto"/>
        <w:ind w:left="0" w:firstLine="0"/>
        <w:jc w:val="both"/>
        <w:rPr>
          <w:rStyle w:val="normal1"/>
          <w:rFonts w:cs="Times New Roman"/>
          <w:i/>
          <w:iCs/>
          <w:szCs w:val="24"/>
        </w:rPr>
      </w:pPr>
      <w:bookmarkStart w:id="1" w:name="_Hlk147736717"/>
      <w:r w:rsidRPr="00AA2FC5">
        <w:rPr>
          <w:rStyle w:val="normal1"/>
          <w:rFonts w:cs="Times New Roman"/>
          <w:i/>
          <w:iCs/>
          <w:szCs w:val="24"/>
        </w:rPr>
        <w:t>Objekt</w:t>
      </w:r>
      <w:r w:rsidR="005A73A3" w:rsidRPr="00AA2FC5">
        <w:rPr>
          <w:rStyle w:val="normal1"/>
          <w:rFonts w:cs="Times New Roman"/>
          <w:i/>
          <w:iCs/>
          <w:szCs w:val="24"/>
        </w:rPr>
        <w:t>il asu</w:t>
      </w:r>
      <w:r w:rsidR="00884824" w:rsidRPr="00AA2FC5">
        <w:rPr>
          <w:rStyle w:val="normal1"/>
          <w:rFonts w:cs="Times New Roman"/>
          <w:i/>
          <w:iCs/>
          <w:szCs w:val="24"/>
        </w:rPr>
        <w:t>vad</w:t>
      </w:r>
      <w:r w:rsidR="005A73A3" w:rsidRPr="00AA2FC5">
        <w:rPr>
          <w:rStyle w:val="normal1"/>
          <w:rFonts w:cs="Times New Roman"/>
          <w:i/>
          <w:iCs/>
          <w:szCs w:val="24"/>
        </w:rPr>
        <w:t xml:space="preserve"> </w:t>
      </w:r>
      <w:bookmarkEnd w:id="1"/>
      <w:r w:rsidR="007146E4" w:rsidRPr="00AA2FC5">
        <w:rPr>
          <w:rStyle w:val="normal1"/>
          <w:rFonts w:cs="Times New Roman"/>
          <w:i/>
          <w:iCs/>
          <w:szCs w:val="24"/>
        </w:rPr>
        <w:t xml:space="preserve">III kaitsekategooria liigi </w:t>
      </w:r>
      <w:r w:rsidR="00BD197F" w:rsidRPr="00AA2FC5">
        <w:rPr>
          <w:rStyle w:val="normal1"/>
          <w:rFonts w:cs="Times New Roman"/>
          <w:i/>
          <w:iCs/>
          <w:szCs w:val="24"/>
        </w:rPr>
        <w:t xml:space="preserve">taimede </w:t>
      </w:r>
      <w:r w:rsidR="007146E4" w:rsidRPr="00AA2FC5">
        <w:rPr>
          <w:rStyle w:val="normal1"/>
          <w:rFonts w:cs="Times New Roman"/>
          <w:i/>
          <w:iCs/>
          <w:szCs w:val="24"/>
        </w:rPr>
        <w:t>leiukoh</w:t>
      </w:r>
      <w:r w:rsidR="00BD197F" w:rsidRPr="00AA2FC5">
        <w:rPr>
          <w:rStyle w:val="normal1"/>
          <w:rFonts w:cs="Times New Roman"/>
          <w:i/>
          <w:iCs/>
          <w:szCs w:val="24"/>
        </w:rPr>
        <w:t>ad</w:t>
      </w:r>
      <w:r w:rsidR="007146E4" w:rsidRPr="00AA2FC5">
        <w:rPr>
          <w:rStyle w:val="normal1"/>
          <w:rFonts w:cs="Times New Roman"/>
          <w:i/>
          <w:iCs/>
          <w:szCs w:val="24"/>
        </w:rPr>
        <w:t xml:space="preserve"> (kahkjaspunane sõrmkäpp, harilik käoraamat, harilik porss, kahelehine käokeel, lodukannike, suur käopõll, soo-neiuvaip)</w:t>
      </w:r>
      <w:r w:rsidR="001669ED" w:rsidRPr="00AA2FC5">
        <w:rPr>
          <w:rStyle w:val="normal1"/>
          <w:rFonts w:cs="Times New Roman"/>
          <w:i/>
          <w:iCs/>
          <w:szCs w:val="24"/>
        </w:rPr>
        <w:t>;</w:t>
      </w:r>
    </w:p>
    <w:p w14:paraId="20AED2AB" w14:textId="1390E794" w:rsidR="00BD5077" w:rsidRPr="00AA2FC5" w:rsidRDefault="001D24CC" w:rsidP="00AA2FC5">
      <w:pPr>
        <w:pStyle w:val="Pealkiri31"/>
        <w:numPr>
          <w:ilvl w:val="0"/>
          <w:numId w:val="12"/>
        </w:numPr>
        <w:tabs>
          <w:tab w:val="left" w:pos="284"/>
        </w:tabs>
        <w:spacing w:after="0" w:line="240" w:lineRule="auto"/>
        <w:ind w:left="0" w:firstLine="0"/>
        <w:jc w:val="both"/>
        <w:rPr>
          <w:rStyle w:val="normal1"/>
          <w:rFonts w:cs="Times New Roman"/>
          <w:i/>
          <w:iCs/>
          <w:szCs w:val="24"/>
        </w:rPr>
      </w:pPr>
      <w:r w:rsidRPr="00AA2FC5">
        <w:rPr>
          <w:rStyle w:val="normal1"/>
          <w:rFonts w:cs="Times New Roman"/>
          <w:i/>
          <w:iCs/>
          <w:szCs w:val="24"/>
        </w:rPr>
        <w:t xml:space="preserve"> </w:t>
      </w:r>
      <w:r w:rsidR="001669ED" w:rsidRPr="00AA2FC5">
        <w:rPr>
          <w:rStyle w:val="normal1"/>
          <w:rFonts w:cs="Times New Roman"/>
          <w:i/>
          <w:iCs/>
          <w:szCs w:val="24"/>
        </w:rPr>
        <w:t>Objektil asuvad</w:t>
      </w:r>
      <w:r w:rsidR="00E20CDE" w:rsidRPr="00AA2FC5">
        <w:rPr>
          <w:rStyle w:val="normal1"/>
          <w:rFonts w:cs="Times New Roman"/>
          <w:i/>
          <w:iCs/>
          <w:szCs w:val="24"/>
        </w:rPr>
        <w:t xml:space="preserve"> Natura elupaik (6430 Niiskuslembesed kõrgrohustud), Natura elupaik (7230 Liigirikkad madalsood), Natura elupaik (6410 Sinihelmikakooslused), Natura elupaik (6530* Puisniidud).</w:t>
      </w:r>
    </w:p>
    <w:p w14:paraId="77AAC424" w14:textId="77777777" w:rsidR="00705773" w:rsidRPr="006B7CD0"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AA2FC5">
        <w:rPr>
          <w:rFonts w:ascii="Times New Roman" w:hAnsi="Times New Roman" w:cs="Times New Roman"/>
          <w:sz w:val="24"/>
          <w:szCs w:val="24"/>
        </w:rPr>
        <w:t>teostama t</w:t>
      </w:r>
      <w:r w:rsidR="00705773" w:rsidRPr="00AA2FC5">
        <w:rPr>
          <w:rFonts w:ascii="Times New Roman" w:hAnsi="Times New Roman" w:cs="Times New Roman"/>
          <w:sz w:val="24"/>
          <w:szCs w:val="24"/>
        </w:rPr>
        <w:t>ööd,</w:t>
      </w:r>
      <w:r w:rsidR="00705773" w:rsidRPr="006B7CD0">
        <w:rPr>
          <w:rFonts w:ascii="Times New Roman" w:hAnsi="Times New Roman" w:cs="Times New Roman"/>
          <w:sz w:val="24"/>
          <w:szCs w:val="24"/>
        </w:rPr>
        <w:t xml:space="preserve"> s.h projekti muutmisest </w:t>
      </w:r>
      <w:r w:rsidRPr="006B7CD0">
        <w:rPr>
          <w:rFonts w:ascii="Times New Roman" w:hAnsi="Times New Roman" w:cs="Times New Roman"/>
          <w:sz w:val="24"/>
          <w:szCs w:val="24"/>
        </w:rPr>
        <w:t>tulenevad lisatööd, p</w:t>
      </w:r>
      <w:r w:rsidR="00705773" w:rsidRPr="006B7CD0">
        <w:rPr>
          <w:rFonts w:ascii="Times New Roman" w:hAnsi="Times New Roman" w:cs="Times New Roman"/>
          <w:sz w:val="24"/>
          <w:szCs w:val="24"/>
        </w:rPr>
        <w:t>akkumises toodud hindadega, tähtaegselt ja k</w:t>
      </w:r>
      <w:r w:rsidRPr="006B7CD0">
        <w:rPr>
          <w:rFonts w:ascii="Times New Roman" w:hAnsi="Times New Roman" w:cs="Times New Roman"/>
          <w:sz w:val="24"/>
          <w:szCs w:val="24"/>
        </w:rPr>
        <w:t>valiteetselt ning informeerima t</w:t>
      </w:r>
      <w:r w:rsidR="00705773" w:rsidRPr="006B7CD0">
        <w:rPr>
          <w:rFonts w:ascii="Times New Roman" w:hAnsi="Times New Roman" w:cs="Times New Roman"/>
          <w:sz w:val="24"/>
          <w:szCs w:val="24"/>
        </w:rPr>
        <w:t>ellijat tööde või lisatööde hili</w:t>
      </w:r>
      <w:r w:rsidR="00705773" w:rsidRPr="006B7CD0">
        <w:rPr>
          <w:rFonts w:ascii="Times New Roman" w:hAnsi="Times New Roman" w:cs="Times New Roman"/>
          <w:sz w:val="24"/>
          <w:szCs w:val="24"/>
        </w:rPr>
        <w:softHyphen/>
        <w:t>ne</w:t>
      </w:r>
      <w:r w:rsidR="00705773" w:rsidRPr="006B7CD0">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6B7CD0">
        <w:rPr>
          <w:rFonts w:ascii="Times New Roman" w:hAnsi="Times New Roman" w:cs="Times New Roman"/>
          <w:sz w:val="24"/>
          <w:szCs w:val="24"/>
        </w:rPr>
        <w:t>järgima seaduste</w:t>
      </w:r>
      <w:r w:rsidRPr="00C87FB5">
        <w:rPr>
          <w:rFonts w:ascii="Times New Roman" w:hAnsi="Times New Roman" w:cs="Times New Roman"/>
          <w:sz w:val="24"/>
          <w:szCs w:val="24"/>
        </w:rPr>
        <w:t>,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2"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2"/>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0368BD22"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9D343D">
        <w:rPr>
          <w:rFonts w:ascii="Times New Roman" w:hAnsi="Times New Roman" w:cs="Times New Roman"/>
          <w:sz w:val="24"/>
          <w:szCs w:val="24"/>
        </w:rPr>
        <w:t xml:space="preserve">ning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7F09A4FC"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009D343D">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30F2D91B" w14:textId="77777777" w:rsidR="00541444" w:rsidRPr="007C2FF7" w:rsidRDefault="00541444" w:rsidP="00541444">
      <w:pPr>
        <w:spacing w:after="0"/>
        <w:jc w:val="both"/>
        <w:rPr>
          <w:rFonts w:ascii="Times New Roman" w:hAnsi="Times New Roman" w:cs="Times New Roman"/>
          <w:b/>
          <w:bCs/>
          <w:sz w:val="24"/>
          <w:szCs w:val="24"/>
        </w:rPr>
      </w:pPr>
      <w:r w:rsidRPr="007C2FF7">
        <w:rPr>
          <w:rFonts w:ascii="Times New Roman" w:hAnsi="Times New Roman" w:cs="Times New Roman"/>
          <w:b/>
          <w:bCs/>
          <w:sz w:val="24"/>
          <w:szCs w:val="24"/>
        </w:rPr>
        <w:t>7.</w:t>
      </w:r>
      <w:r w:rsidRPr="007C2FF7">
        <w:rPr>
          <w:rFonts w:ascii="Times New Roman" w:hAnsi="Times New Roman" w:cs="Times New Roman"/>
          <w:b/>
          <w:bCs/>
          <w:sz w:val="24"/>
          <w:szCs w:val="24"/>
        </w:rPr>
        <w:tab/>
        <w:t>Poolte vastutus</w:t>
      </w:r>
    </w:p>
    <w:p w14:paraId="6F7F9B2D" w14:textId="7A39EF25" w:rsidR="00541444" w:rsidRPr="007C2FF7" w:rsidRDefault="00541444" w:rsidP="001F1F4D">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7.1.</w:t>
      </w:r>
      <w:r w:rsidRPr="007C2FF7">
        <w:rPr>
          <w:rFonts w:ascii="Times New Roman" w:hAnsi="Times New Roman" w:cs="Times New Roman"/>
          <w:sz w:val="24"/>
          <w:szCs w:val="24"/>
        </w:rPr>
        <w:tab/>
        <w:t>Pooled täidavad oma lepingust ja hankedokumentidest tulenevaid kohustusi, lepingu, hankedokumentide ja valdkonda reguleerivate seaduste, muude õigusaktide ja kutsestandardi tingimuste kohaselt hoolsalt ja heas usus. Pooled teevad lepingu eesmärgi saavutamiseks koostööd ning teavitavad teist poolt viivitamatult mistahes takistustest, puudustest või võimalikest probleemidest tööde teostamisel.</w:t>
      </w:r>
      <w:r w:rsidR="001F1F4D">
        <w:rPr>
          <w:rFonts w:ascii="Times New Roman" w:hAnsi="Times New Roman" w:cs="Times New Roman"/>
          <w:sz w:val="24"/>
          <w:szCs w:val="24"/>
        </w:rPr>
        <w:t xml:space="preserve"> </w:t>
      </w:r>
      <w:r w:rsidRPr="007C2FF7">
        <w:rPr>
          <w:rFonts w:ascii="Times New Roman" w:hAnsi="Times New Roman" w:cs="Times New Roman"/>
          <w:sz w:val="24"/>
          <w:szCs w:val="24"/>
        </w:rPr>
        <w:t xml:space="preserve">Juhul, kui töövõtja viivitab töö teostamisele asumisega, töö teostamisega või valmis töö </w:t>
      </w:r>
      <w:r w:rsidRPr="007C2FF7">
        <w:rPr>
          <w:rFonts w:ascii="Times New Roman" w:hAnsi="Times New Roman" w:cs="Times New Roman"/>
          <w:sz w:val="24"/>
          <w:szCs w:val="24"/>
        </w:rPr>
        <w:lastRenderedPageBreak/>
        <w:t xml:space="preserve">lõpliku üleandmisega üle lepingu ja/või graafikuga kokkulepitud tähtaja või lepingu punktis 4.2.15 nõutud garantii esitamisega või pikendamisega, on tellijal õigus nõuda leppetrahvi tasumist, mille suuruseks on 0,15% lepingu kohaselt töövõtjale makstavast tasust graafikus ettenähtud töö teostamisele asumisega või valmis töö lõpliku üleandmisega viivitatud kalendripäeva eest, kuid kokku mitte rohkem kui 30 (kolmkümmend) % töövõtjale makstavast tasust. Tellijal on õigus töö eest tasumisel teostada tasaarvestus ja vähendada töövõtjale makstavat tasu leppetrahvi summa võrra. </w:t>
      </w:r>
    </w:p>
    <w:p w14:paraId="0D70FA4C" w14:textId="77777777" w:rsidR="00541444" w:rsidRPr="007C2FF7" w:rsidRDefault="00541444" w:rsidP="001F1F4D">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7.2.</w:t>
      </w:r>
      <w:r w:rsidRPr="007C2FF7">
        <w:rPr>
          <w:rFonts w:ascii="Times New Roman" w:hAnsi="Times New Roman" w:cs="Times New Roman"/>
          <w:sz w:val="24"/>
          <w:szCs w:val="24"/>
        </w:rPr>
        <w:tab/>
        <w:t>Tellijal on õigus nõuda punktis 7.</w:t>
      </w:r>
      <w:r>
        <w:rPr>
          <w:rFonts w:ascii="Times New Roman" w:hAnsi="Times New Roman" w:cs="Times New Roman"/>
          <w:sz w:val="24"/>
          <w:szCs w:val="24"/>
        </w:rPr>
        <w:t>1</w:t>
      </w:r>
      <w:r w:rsidRPr="007C2FF7">
        <w:rPr>
          <w:rFonts w:ascii="Times New Roman" w:hAnsi="Times New Roman" w:cs="Times New Roman"/>
          <w:sz w:val="24"/>
          <w:szCs w:val="24"/>
        </w:rPr>
        <w:t xml:space="preserve"> sätestatud leppetrahvi tasumist ka aja eest, mil töövõtja teeb töös parandusi tulenevalt tellija vastuväidetest.</w:t>
      </w:r>
    </w:p>
    <w:p w14:paraId="423EED48" w14:textId="77777777" w:rsidR="00541444" w:rsidRPr="007C2FF7" w:rsidRDefault="00541444" w:rsidP="001F1F4D">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7.3.</w:t>
      </w:r>
      <w:r w:rsidRPr="007C2FF7">
        <w:rPr>
          <w:rFonts w:ascii="Times New Roman" w:hAnsi="Times New Roman" w:cs="Times New Roman"/>
          <w:sz w:val="24"/>
          <w:szCs w:val="24"/>
        </w:rPr>
        <w:tab/>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0321BB6D" w14:textId="77777777" w:rsidR="00541444" w:rsidRPr="007C2FF7" w:rsidRDefault="00541444" w:rsidP="001F1F4D">
      <w:pPr>
        <w:tabs>
          <w:tab w:val="left" w:pos="567"/>
        </w:tabs>
        <w:spacing w:after="0"/>
        <w:jc w:val="both"/>
        <w:rPr>
          <w:rFonts w:ascii="Times New Roman" w:hAnsi="Times New Roman" w:cs="Times New Roman"/>
          <w:sz w:val="24"/>
          <w:szCs w:val="24"/>
        </w:rPr>
      </w:pPr>
      <w:r w:rsidRPr="007C2FF7">
        <w:rPr>
          <w:rFonts w:ascii="Times New Roman" w:hAnsi="Times New Roman" w:cs="Times New Roman"/>
          <w:sz w:val="24"/>
          <w:szCs w:val="24"/>
        </w:rPr>
        <w:t>7.4.</w:t>
      </w:r>
      <w:r w:rsidRPr="007C2FF7">
        <w:rPr>
          <w:rFonts w:ascii="Times New Roman" w:hAnsi="Times New Roman" w:cs="Times New Roman"/>
          <w:sz w:val="24"/>
          <w:szCs w:val="24"/>
        </w:rPr>
        <w:tab/>
        <w:t>Tellija peab esitama lepingust tuleneva leppetrahvi nõude töövõtjale hiljemalt 3 (kolme) kuu jooksul arvates päevast, mil tellijal tekkis leppetrahvi nõude esitamise õigus.</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1BF8DE26"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5E4E67" w:rsidRPr="000B5522">
        <w:rPr>
          <w:rFonts w:ascii="Times New Roman" w:eastAsia="Times New Roman" w:hAnsi="Times New Roman" w:cs="Times New Roman"/>
          <w:sz w:val="24"/>
          <w:szCs w:val="24"/>
        </w:rPr>
        <w:t xml:space="preserve">Ülo Lindjärv tel: 505 0744; e-post </w:t>
      </w:r>
      <w:hyperlink r:id="rId9" w:history="1">
        <w:r w:rsidR="005E4E67" w:rsidRPr="0024626A">
          <w:rPr>
            <w:rStyle w:val="Hperlink"/>
            <w:rFonts w:ascii="Times New Roman" w:eastAsia="Times New Roman" w:hAnsi="Times New Roman" w:cs="Times New Roman"/>
            <w:sz w:val="24"/>
            <w:szCs w:val="24"/>
          </w:rPr>
          <w:t>ulo.lindjarv@rmk.ee</w:t>
        </w:r>
      </w:hyperlink>
      <w:r w:rsidR="008B04BC">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1F1F4D"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1F1F4D"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1F1F4D"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60713213"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7484D">
        <w:rPr>
          <w:rFonts w:ascii="Times New Roman" w:hAnsi="Times New Roman" w:cs="Times New Roman"/>
          <w:sz w:val="20"/>
          <w:szCs w:val="20"/>
        </w:rPr>
        <w:t>4</w:t>
      </w:r>
      <w:r w:rsidRPr="0029018F">
        <w:rPr>
          <w:rFonts w:ascii="Times New Roman" w:hAnsi="Times New Roman" w:cs="Times New Roman"/>
          <w:sz w:val="20"/>
          <w:szCs w:val="20"/>
        </w:rPr>
        <w:t>/…… juurde</w:t>
      </w:r>
      <w:bookmarkEnd w:id="3"/>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1F1F4D"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1F1F4D"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1C0DEA56" w14:textId="77777777" w:rsidR="00FE1E7C" w:rsidRDefault="00FE1E7C" w:rsidP="00E328D7">
      <w:pPr>
        <w:spacing w:line="240" w:lineRule="auto"/>
        <w:ind w:left="9912"/>
        <w:outlineLvl w:val="0"/>
        <w:rPr>
          <w:rFonts w:ascii="Times New Roman" w:hAnsi="Times New Roman" w:cs="Times New Roman"/>
          <w:sz w:val="20"/>
          <w:szCs w:val="20"/>
        </w:rPr>
        <w:sectPr w:rsidR="00FE1E7C" w:rsidSect="00E41ADF">
          <w:headerReference w:type="default" r:id="rId12"/>
          <w:type w:val="continuous"/>
          <w:pgSz w:w="11906" w:h="16838"/>
          <w:pgMar w:top="851" w:right="567" w:bottom="1701" w:left="1418" w:header="709" w:footer="709" w:gutter="0"/>
          <w:pgNumType w:start="1"/>
          <w:cols w:space="708"/>
          <w:formProt w:val="0"/>
          <w:titlePg/>
          <w:docGrid w:linePitch="360"/>
        </w:sectPr>
      </w:pPr>
    </w:p>
    <w:p w14:paraId="7402F704" w14:textId="60F00A35" w:rsidR="008B7C96" w:rsidRPr="0029018F" w:rsidRDefault="008B7C96" w:rsidP="00E328D7">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7484D">
        <w:rPr>
          <w:rFonts w:ascii="Times New Roman" w:hAnsi="Times New Roman" w:cs="Times New Roman"/>
          <w:sz w:val="20"/>
          <w:szCs w:val="20"/>
        </w:rPr>
        <w:t>4</w:t>
      </w:r>
      <w:r w:rsidRPr="0029018F">
        <w:rPr>
          <w:rFonts w:ascii="Times New Roman" w:hAnsi="Times New Roman" w:cs="Times New Roman"/>
          <w:sz w:val="20"/>
          <w:szCs w:val="20"/>
        </w:rPr>
        <w:t>/……… juurde</w:t>
      </w:r>
    </w:p>
    <w:p w14:paraId="4BDBF127" w14:textId="77777777" w:rsidR="00E328D7" w:rsidRDefault="00E328D7" w:rsidP="007C202E">
      <w:pPr>
        <w:spacing w:after="0" w:line="240" w:lineRule="auto"/>
        <w:jc w:val="both"/>
        <w:rPr>
          <w:rFonts w:ascii="Times New Roman" w:hAnsi="Times New Roman" w:cs="Times New Roman"/>
          <w:sz w:val="24"/>
          <w:szCs w:val="24"/>
        </w:rPr>
      </w:pPr>
    </w:p>
    <w:p w14:paraId="48434DC1" w14:textId="7320C96B" w:rsidR="007C202E" w:rsidRPr="00FE2065" w:rsidRDefault="007C202E" w:rsidP="007C202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0818B87EE82A46CB8AC5E2DFCE2A4CD0"/>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55130AD20DEB454FA6388671A2DE2843"/>
          </w:placeholder>
          <w:date w:fullDate="2023-08-29T00:00:00Z">
            <w:dateFormat w:val="d.MM.yyyy"/>
            <w:lid w:val="et-EE"/>
            <w:storeMappedDataAs w:val="dateTime"/>
            <w:calendar w:val="gregorian"/>
          </w:date>
        </w:sdtPr>
        <w:sdtEndPr/>
        <w:sdtContent>
          <w:r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232ACD">
        <w:rPr>
          <w:rFonts w:ascii="Times New Roman" w:hAnsi="Times New Roman" w:cs="Times New Roman"/>
          <w:sz w:val="24"/>
          <w:szCs w:val="24"/>
        </w:rPr>
        <w:t>1-32/44</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590ABB34" w14:textId="77777777" w:rsidR="007C202E" w:rsidRDefault="007C202E" w:rsidP="007C202E">
      <w:pPr>
        <w:pStyle w:val="Kehatekst"/>
      </w:pPr>
    </w:p>
    <w:p w14:paraId="0BBCAEC8" w14:textId="77777777" w:rsidR="007C202E" w:rsidRDefault="007C202E" w:rsidP="007C202E">
      <w:pPr>
        <w:pStyle w:val="Kehatekst"/>
        <w:ind w:left="0"/>
        <w:rPr>
          <w:b/>
          <w:bCs/>
        </w:rPr>
      </w:pPr>
      <w:r w:rsidRPr="00ED0A98">
        <w:rPr>
          <w:b/>
          <w:bCs/>
        </w:rPr>
        <w:t xml:space="preserve">RMK </w:t>
      </w:r>
      <w:bookmarkStart w:id="4" w:name="_Hlk148365181"/>
      <w:r>
        <w:rPr>
          <w:b/>
          <w:bCs/>
        </w:rPr>
        <w:t>NÕUDED ISIKUKAITSEVAHENDITE KASUTAMISEKS</w:t>
      </w:r>
      <w:bookmarkEnd w:id="4"/>
    </w:p>
    <w:p w14:paraId="6089EFEB" w14:textId="77777777" w:rsidR="007C202E" w:rsidRPr="00ED0A98" w:rsidRDefault="007C202E" w:rsidP="007C202E">
      <w:pPr>
        <w:pStyle w:val="Kehatekst"/>
        <w:ind w:left="0"/>
        <w:rPr>
          <w:b/>
          <w:bCs/>
        </w:rPr>
      </w:pPr>
    </w:p>
    <w:p w14:paraId="26C5EC3B" w14:textId="77777777" w:rsidR="007C202E" w:rsidRPr="00ED0A98" w:rsidRDefault="007C202E" w:rsidP="007C202E">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12044F74" w14:textId="77777777" w:rsidR="007C202E" w:rsidRDefault="007C202E" w:rsidP="007C202E">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4A68DB93" w14:textId="77777777" w:rsidR="007C202E" w:rsidRPr="00ED0A98" w:rsidRDefault="007C202E" w:rsidP="007C202E">
      <w:pPr>
        <w:pStyle w:val="Loendilik"/>
        <w:tabs>
          <w:tab w:val="left" w:pos="426"/>
        </w:tabs>
        <w:spacing w:after="0" w:line="240" w:lineRule="auto"/>
        <w:ind w:left="0"/>
        <w:jc w:val="both"/>
        <w:rPr>
          <w:rFonts w:ascii="Times New Roman" w:hAnsi="Times New Roman" w:cs="Times New Roman"/>
          <w:sz w:val="24"/>
          <w:szCs w:val="24"/>
        </w:rPr>
      </w:pPr>
    </w:p>
    <w:p w14:paraId="33BC665A" w14:textId="77777777" w:rsidR="007C202E" w:rsidRPr="00ED0A98" w:rsidRDefault="007C202E" w:rsidP="007C202E">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5DAF5D44" w14:textId="77777777" w:rsidR="007C202E" w:rsidRPr="00ED0A98" w:rsidRDefault="007C202E" w:rsidP="007C202E">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2B99D9FD" w14:textId="77777777" w:rsidR="007C202E" w:rsidRPr="00ED0A98" w:rsidRDefault="007C202E" w:rsidP="007C202E">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84C820C" w14:textId="77777777" w:rsidR="007C202E" w:rsidRPr="00ED0A98" w:rsidRDefault="007C202E" w:rsidP="007C202E">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3A25D69C" w14:textId="77777777" w:rsidR="007C202E" w:rsidRPr="00ED0A98" w:rsidRDefault="007C202E" w:rsidP="007C202E">
      <w:pPr>
        <w:tabs>
          <w:tab w:val="left" w:pos="426"/>
        </w:tabs>
        <w:spacing w:after="0" w:line="240" w:lineRule="auto"/>
        <w:jc w:val="both"/>
        <w:rPr>
          <w:rFonts w:ascii="Times New Roman" w:hAnsi="Times New Roman" w:cs="Times New Roman"/>
          <w:sz w:val="24"/>
          <w:szCs w:val="24"/>
        </w:rPr>
      </w:pPr>
    </w:p>
    <w:p w14:paraId="58A6E6C0" w14:textId="77777777" w:rsidR="007C202E" w:rsidRPr="00ED0A98" w:rsidRDefault="007C202E" w:rsidP="007C202E">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15EF49EA" w14:textId="77777777" w:rsidR="007C202E" w:rsidRPr="00ED0A98" w:rsidRDefault="007C202E" w:rsidP="007C202E">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17F35AA5" w14:textId="77777777" w:rsidR="007C202E" w:rsidRPr="00ED0A98" w:rsidRDefault="007C202E" w:rsidP="007C202E">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6DE92E1A" w14:textId="77777777" w:rsidR="007C202E" w:rsidRPr="00ED0A98" w:rsidRDefault="007C202E" w:rsidP="007C202E">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7C202E" w:rsidRPr="00ED0A98" w14:paraId="12A5AF87" w14:textId="77777777" w:rsidTr="0047473B">
        <w:trPr>
          <w:trHeight w:val="593"/>
        </w:trPr>
        <w:tc>
          <w:tcPr>
            <w:tcW w:w="1838" w:type="dxa"/>
            <w:vAlign w:val="center"/>
          </w:tcPr>
          <w:p w14:paraId="259A8432" w14:textId="77777777" w:rsidR="007C202E" w:rsidRPr="00ED0A98" w:rsidRDefault="007C202E" w:rsidP="0047473B">
            <w:pPr>
              <w:jc w:val="center"/>
              <w:rPr>
                <w:b/>
                <w:sz w:val="18"/>
                <w:szCs w:val="18"/>
              </w:rPr>
            </w:pPr>
            <w:r w:rsidRPr="00ED0A98">
              <w:rPr>
                <w:b/>
                <w:sz w:val="18"/>
                <w:szCs w:val="18"/>
              </w:rPr>
              <w:t>Kaitstav kehaosa /Tegevus</w:t>
            </w:r>
          </w:p>
        </w:tc>
        <w:tc>
          <w:tcPr>
            <w:tcW w:w="2552" w:type="dxa"/>
            <w:vAlign w:val="center"/>
          </w:tcPr>
          <w:p w14:paraId="33CE499B" w14:textId="77777777" w:rsidR="007C202E" w:rsidRPr="00ED0A98" w:rsidRDefault="007C202E" w:rsidP="0047473B">
            <w:pPr>
              <w:jc w:val="center"/>
              <w:rPr>
                <w:b/>
                <w:sz w:val="18"/>
                <w:szCs w:val="18"/>
              </w:rPr>
            </w:pPr>
            <w:r w:rsidRPr="00ED0A98">
              <w:rPr>
                <w:b/>
                <w:sz w:val="18"/>
                <w:szCs w:val="18"/>
              </w:rPr>
              <w:t>Labajalg</w:t>
            </w:r>
          </w:p>
        </w:tc>
        <w:tc>
          <w:tcPr>
            <w:tcW w:w="1984" w:type="dxa"/>
            <w:vAlign w:val="center"/>
          </w:tcPr>
          <w:p w14:paraId="0BEA982D" w14:textId="77777777" w:rsidR="007C202E" w:rsidRPr="00ED0A98" w:rsidRDefault="007C202E" w:rsidP="0047473B">
            <w:pPr>
              <w:jc w:val="center"/>
              <w:rPr>
                <w:b/>
                <w:sz w:val="18"/>
                <w:szCs w:val="18"/>
              </w:rPr>
            </w:pPr>
            <w:r w:rsidRPr="00ED0A98">
              <w:rPr>
                <w:b/>
                <w:sz w:val="18"/>
                <w:szCs w:val="18"/>
              </w:rPr>
              <w:t>Jalad</w:t>
            </w:r>
          </w:p>
        </w:tc>
        <w:tc>
          <w:tcPr>
            <w:tcW w:w="1701" w:type="dxa"/>
            <w:vAlign w:val="center"/>
          </w:tcPr>
          <w:p w14:paraId="41DCBA28" w14:textId="77777777" w:rsidR="007C202E" w:rsidRPr="00ED0A98" w:rsidRDefault="007C202E" w:rsidP="0047473B">
            <w:pPr>
              <w:jc w:val="center"/>
              <w:rPr>
                <w:b/>
                <w:sz w:val="18"/>
                <w:szCs w:val="18"/>
              </w:rPr>
            </w:pPr>
            <w:r w:rsidRPr="00ED0A98">
              <w:rPr>
                <w:b/>
                <w:sz w:val="18"/>
                <w:szCs w:val="18"/>
              </w:rPr>
              <w:t>Torso, käed, jalad</w:t>
            </w:r>
          </w:p>
        </w:tc>
        <w:tc>
          <w:tcPr>
            <w:tcW w:w="1276" w:type="dxa"/>
            <w:vAlign w:val="center"/>
          </w:tcPr>
          <w:p w14:paraId="4BDE7921" w14:textId="77777777" w:rsidR="007C202E" w:rsidRPr="00ED0A98" w:rsidRDefault="007C202E" w:rsidP="0047473B">
            <w:pPr>
              <w:jc w:val="center"/>
              <w:rPr>
                <w:b/>
                <w:sz w:val="18"/>
                <w:szCs w:val="18"/>
              </w:rPr>
            </w:pPr>
            <w:r w:rsidRPr="00ED0A98">
              <w:rPr>
                <w:b/>
                <w:sz w:val="18"/>
                <w:szCs w:val="18"/>
              </w:rPr>
              <w:t>Käelaba</w:t>
            </w:r>
          </w:p>
        </w:tc>
        <w:tc>
          <w:tcPr>
            <w:tcW w:w="1417" w:type="dxa"/>
            <w:vAlign w:val="center"/>
          </w:tcPr>
          <w:p w14:paraId="30D9D6B5" w14:textId="77777777" w:rsidR="007C202E" w:rsidRPr="00ED0A98" w:rsidRDefault="007C202E" w:rsidP="0047473B">
            <w:pPr>
              <w:jc w:val="center"/>
              <w:rPr>
                <w:b/>
                <w:sz w:val="18"/>
                <w:szCs w:val="18"/>
              </w:rPr>
            </w:pPr>
            <w:r w:rsidRPr="00ED0A98">
              <w:rPr>
                <w:b/>
                <w:sz w:val="18"/>
                <w:szCs w:val="18"/>
              </w:rPr>
              <w:t>Pea</w:t>
            </w:r>
          </w:p>
        </w:tc>
        <w:tc>
          <w:tcPr>
            <w:tcW w:w="1418" w:type="dxa"/>
            <w:vAlign w:val="center"/>
          </w:tcPr>
          <w:p w14:paraId="300EB0ED" w14:textId="77777777" w:rsidR="007C202E" w:rsidRPr="00ED0A98" w:rsidRDefault="007C202E" w:rsidP="0047473B">
            <w:pPr>
              <w:jc w:val="center"/>
              <w:rPr>
                <w:b/>
                <w:sz w:val="18"/>
                <w:szCs w:val="18"/>
              </w:rPr>
            </w:pPr>
            <w:r w:rsidRPr="00ED0A98">
              <w:rPr>
                <w:b/>
                <w:sz w:val="18"/>
                <w:szCs w:val="18"/>
              </w:rPr>
              <w:t>Silmad ja</w:t>
            </w:r>
          </w:p>
          <w:p w14:paraId="3EA63F67" w14:textId="77777777" w:rsidR="007C202E" w:rsidRPr="00ED0A98" w:rsidRDefault="007C202E" w:rsidP="0047473B">
            <w:pPr>
              <w:jc w:val="center"/>
              <w:rPr>
                <w:b/>
                <w:sz w:val="18"/>
                <w:szCs w:val="18"/>
              </w:rPr>
            </w:pPr>
            <w:r w:rsidRPr="00ED0A98">
              <w:rPr>
                <w:b/>
                <w:sz w:val="18"/>
                <w:szCs w:val="18"/>
              </w:rPr>
              <w:t>nägu</w:t>
            </w:r>
          </w:p>
        </w:tc>
        <w:tc>
          <w:tcPr>
            <w:tcW w:w="2693" w:type="dxa"/>
            <w:vAlign w:val="center"/>
          </w:tcPr>
          <w:p w14:paraId="0ADB1AF4" w14:textId="77777777" w:rsidR="007C202E" w:rsidRPr="00ED0A98" w:rsidRDefault="007C202E" w:rsidP="0047473B">
            <w:pPr>
              <w:jc w:val="center"/>
              <w:rPr>
                <w:b/>
                <w:sz w:val="18"/>
                <w:szCs w:val="18"/>
              </w:rPr>
            </w:pPr>
            <w:r w:rsidRPr="00ED0A98">
              <w:rPr>
                <w:b/>
                <w:sz w:val="18"/>
                <w:szCs w:val="18"/>
              </w:rPr>
              <w:t>Kõrvad</w:t>
            </w:r>
          </w:p>
        </w:tc>
      </w:tr>
      <w:tr w:rsidR="007C202E" w:rsidRPr="00ED0A98" w14:paraId="1AF8C601" w14:textId="77777777" w:rsidTr="0047473B">
        <w:trPr>
          <w:trHeight w:val="152"/>
        </w:trPr>
        <w:tc>
          <w:tcPr>
            <w:tcW w:w="1838" w:type="dxa"/>
            <w:vAlign w:val="center"/>
          </w:tcPr>
          <w:p w14:paraId="794B79F3" w14:textId="77777777" w:rsidR="007C202E" w:rsidRPr="00ED0A98" w:rsidRDefault="007C202E" w:rsidP="0047473B">
            <w:pPr>
              <w:jc w:val="center"/>
              <w:rPr>
                <w:b/>
                <w:sz w:val="18"/>
                <w:szCs w:val="18"/>
              </w:rPr>
            </w:pPr>
            <w:r w:rsidRPr="00ED0A98">
              <w:rPr>
                <w:b/>
                <w:sz w:val="18"/>
                <w:szCs w:val="18"/>
              </w:rPr>
              <w:t>Töö kettsaega</w:t>
            </w:r>
          </w:p>
        </w:tc>
        <w:tc>
          <w:tcPr>
            <w:tcW w:w="2552" w:type="dxa"/>
            <w:vAlign w:val="center"/>
          </w:tcPr>
          <w:p w14:paraId="5F924A0C" w14:textId="77777777" w:rsidR="007C202E" w:rsidRPr="00ED0A98" w:rsidRDefault="007C202E" w:rsidP="0047473B">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0A2FA86C" w14:textId="77777777" w:rsidR="007C202E" w:rsidRPr="00ED0A98" w:rsidRDefault="007C202E" w:rsidP="0047473B">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15CE696" w14:textId="77777777" w:rsidR="007C202E" w:rsidRPr="00ED0A98" w:rsidRDefault="007C202E" w:rsidP="0047473B">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440700E7" w14:textId="77777777" w:rsidR="007C202E" w:rsidRPr="00ED0A98" w:rsidRDefault="007C202E" w:rsidP="0047473B">
            <w:pPr>
              <w:jc w:val="center"/>
              <w:rPr>
                <w:sz w:val="18"/>
                <w:szCs w:val="18"/>
              </w:rPr>
            </w:pPr>
            <w:r w:rsidRPr="00ED0A98">
              <w:rPr>
                <w:sz w:val="18"/>
                <w:szCs w:val="18"/>
              </w:rPr>
              <w:t>Töökindad</w:t>
            </w:r>
          </w:p>
        </w:tc>
        <w:tc>
          <w:tcPr>
            <w:tcW w:w="5528" w:type="dxa"/>
            <w:gridSpan w:val="3"/>
            <w:vAlign w:val="center"/>
          </w:tcPr>
          <w:p w14:paraId="5BBA73C9" w14:textId="77777777" w:rsidR="007C202E" w:rsidRPr="00ED0A98" w:rsidRDefault="007C202E" w:rsidP="0047473B">
            <w:pPr>
              <w:jc w:val="center"/>
              <w:rPr>
                <w:sz w:val="18"/>
                <w:szCs w:val="18"/>
              </w:rPr>
            </w:pPr>
            <w:r w:rsidRPr="00ED0A98">
              <w:rPr>
                <w:sz w:val="18"/>
                <w:szCs w:val="18"/>
              </w:rPr>
              <w:t>Tähtaegne tööstuslik kaitsekiiver (EN 397) koos kaitsemaski ja kuulmiskaitsevahendiga</w:t>
            </w:r>
          </w:p>
        </w:tc>
      </w:tr>
      <w:tr w:rsidR="007C202E" w:rsidRPr="00ED0A98" w14:paraId="0F2AD2A2" w14:textId="77777777" w:rsidTr="0047473B">
        <w:trPr>
          <w:trHeight w:val="557"/>
        </w:trPr>
        <w:tc>
          <w:tcPr>
            <w:tcW w:w="1838" w:type="dxa"/>
            <w:vAlign w:val="center"/>
          </w:tcPr>
          <w:p w14:paraId="54D0E1FD" w14:textId="77777777" w:rsidR="007C202E" w:rsidRPr="00ED0A98" w:rsidRDefault="007C202E" w:rsidP="0047473B">
            <w:pPr>
              <w:jc w:val="center"/>
              <w:rPr>
                <w:b/>
                <w:sz w:val="18"/>
                <w:szCs w:val="18"/>
              </w:rPr>
            </w:pPr>
            <w:r w:rsidRPr="00ED0A98">
              <w:rPr>
                <w:b/>
                <w:sz w:val="18"/>
                <w:szCs w:val="18"/>
              </w:rPr>
              <w:t>Töö võsasaega  üle 3 meetrises taimestikus</w:t>
            </w:r>
          </w:p>
        </w:tc>
        <w:tc>
          <w:tcPr>
            <w:tcW w:w="2552" w:type="dxa"/>
          </w:tcPr>
          <w:p w14:paraId="6C7A87A4" w14:textId="77777777" w:rsidR="007C202E" w:rsidRPr="00ED0A98" w:rsidRDefault="007C202E" w:rsidP="0047473B">
            <w:pPr>
              <w:jc w:val="center"/>
              <w:rPr>
                <w:sz w:val="18"/>
                <w:szCs w:val="18"/>
              </w:rPr>
            </w:pPr>
            <w:r w:rsidRPr="00ED0A98">
              <w:rPr>
                <w:sz w:val="18"/>
                <w:szCs w:val="18"/>
              </w:rPr>
              <w:t>Kinnised tugeva konstruktsiooniga ja libisemist takistava tallaga jalanõud</w:t>
            </w:r>
          </w:p>
        </w:tc>
        <w:tc>
          <w:tcPr>
            <w:tcW w:w="1984" w:type="dxa"/>
          </w:tcPr>
          <w:p w14:paraId="33B28B86" w14:textId="77777777" w:rsidR="007C202E" w:rsidRPr="00ED0A98" w:rsidRDefault="007C202E" w:rsidP="0047473B">
            <w:pPr>
              <w:jc w:val="center"/>
              <w:rPr>
                <w:sz w:val="18"/>
                <w:szCs w:val="18"/>
              </w:rPr>
            </w:pPr>
            <w:r w:rsidRPr="00ED0A98">
              <w:rPr>
                <w:sz w:val="18"/>
                <w:szCs w:val="18"/>
              </w:rPr>
              <w:t>Tugevast riidest pika säärega püksid</w:t>
            </w:r>
          </w:p>
        </w:tc>
        <w:tc>
          <w:tcPr>
            <w:tcW w:w="1701" w:type="dxa"/>
            <w:vAlign w:val="center"/>
          </w:tcPr>
          <w:p w14:paraId="639F71B6" w14:textId="77777777" w:rsidR="007C202E" w:rsidRPr="00ED0A98" w:rsidRDefault="007C202E" w:rsidP="0047473B">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76DA51BE" w14:textId="77777777" w:rsidR="007C202E" w:rsidRPr="00ED0A98" w:rsidRDefault="007C202E" w:rsidP="0047473B">
            <w:pPr>
              <w:jc w:val="center"/>
              <w:rPr>
                <w:sz w:val="18"/>
                <w:szCs w:val="18"/>
              </w:rPr>
            </w:pPr>
            <w:r w:rsidRPr="00ED0A98">
              <w:rPr>
                <w:sz w:val="18"/>
                <w:szCs w:val="18"/>
              </w:rPr>
              <w:t>Töökindad</w:t>
            </w:r>
          </w:p>
        </w:tc>
        <w:tc>
          <w:tcPr>
            <w:tcW w:w="5528" w:type="dxa"/>
            <w:gridSpan w:val="3"/>
            <w:vAlign w:val="center"/>
          </w:tcPr>
          <w:p w14:paraId="307EE52E" w14:textId="77777777" w:rsidR="007C202E" w:rsidRPr="00ED0A98" w:rsidRDefault="007C202E" w:rsidP="0047473B">
            <w:pPr>
              <w:jc w:val="center"/>
              <w:rPr>
                <w:sz w:val="18"/>
                <w:szCs w:val="18"/>
              </w:rPr>
            </w:pPr>
            <w:r w:rsidRPr="00ED0A98">
              <w:rPr>
                <w:sz w:val="18"/>
                <w:szCs w:val="18"/>
              </w:rPr>
              <w:t>Tähtaegne tööstuslik kaitsekiiver (EN 397) koos kaitsemaski ja kuulmiskaitsevahendiga</w:t>
            </w:r>
          </w:p>
        </w:tc>
      </w:tr>
      <w:tr w:rsidR="007C202E" w:rsidRPr="00ED0A98" w14:paraId="57CA752B" w14:textId="77777777" w:rsidTr="0047473B">
        <w:trPr>
          <w:trHeight w:val="152"/>
        </w:trPr>
        <w:tc>
          <w:tcPr>
            <w:tcW w:w="1838" w:type="dxa"/>
            <w:vAlign w:val="center"/>
          </w:tcPr>
          <w:p w14:paraId="78DF37D0" w14:textId="77777777" w:rsidR="007C202E" w:rsidRPr="00ED0A98" w:rsidRDefault="007C202E" w:rsidP="0047473B">
            <w:pPr>
              <w:jc w:val="center"/>
              <w:rPr>
                <w:b/>
                <w:sz w:val="18"/>
                <w:szCs w:val="18"/>
              </w:rPr>
            </w:pPr>
            <w:r w:rsidRPr="00ED0A98">
              <w:rPr>
                <w:b/>
                <w:sz w:val="18"/>
                <w:szCs w:val="18"/>
              </w:rPr>
              <w:t>Töö võsasaega  alla 3 meetrises taimestikus</w:t>
            </w:r>
          </w:p>
        </w:tc>
        <w:tc>
          <w:tcPr>
            <w:tcW w:w="2552" w:type="dxa"/>
            <w:vAlign w:val="center"/>
          </w:tcPr>
          <w:p w14:paraId="266D11C9" w14:textId="77777777" w:rsidR="007C202E" w:rsidRPr="00ED0A98" w:rsidRDefault="007C202E" w:rsidP="0047473B">
            <w:pPr>
              <w:jc w:val="center"/>
              <w:rPr>
                <w:sz w:val="18"/>
                <w:szCs w:val="18"/>
              </w:rPr>
            </w:pPr>
            <w:r w:rsidRPr="00ED0A98">
              <w:rPr>
                <w:sz w:val="18"/>
                <w:szCs w:val="18"/>
              </w:rPr>
              <w:t>Kinnised tugeva konstruktsiooniga ja libisemist takistava tallaga jalanõud</w:t>
            </w:r>
          </w:p>
        </w:tc>
        <w:tc>
          <w:tcPr>
            <w:tcW w:w="1984" w:type="dxa"/>
            <w:vAlign w:val="center"/>
          </w:tcPr>
          <w:p w14:paraId="41502329" w14:textId="77777777" w:rsidR="007C202E" w:rsidRPr="00ED0A98" w:rsidRDefault="007C202E" w:rsidP="0047473B">
            <w:pPr>
              <w:jc w:val="center"/>
              <w:rPr>
                <w:sz w:val="18"/>
                <w:szCs w:val="18"/>
              </w:rPr>
            </w:pPr>
            <w:r w:rsidRPr="00ED0A98">
              <w:rPr>
                <w:sz w:val="18"/>
                <w:szCs w:val="18"/>
              </w:rPr>
              <w:t>Tugevast riidest pika säärega püksid</w:t>
            </w:r>
          </w:p>
        </w:tc>
        <w:tc>
          <w:tcPr>
            <w:tcW w:w="1701" w:type="dxa"/>
            <w:vAlign w:val="center"/>
          </w:tcPr>
          <w:p w14:paraId="3A61BF40" w14:textId="77777777" w:rsidR="007C202E" w:rsidRPr="00ED0A98" w:rsidRDefault="007C202E" w:rsidP="0047473B">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52F2CE8B" w14:textId="77777777" w:rsidR="007C202E" w:rsidRPr="00ED0A98" w:rsidRDefault="007C202E" w:rsidP="0047473B">
            <w:pPr>
              <w:jc w:val="center"/>
              <w:rPr>
                <w:sz w:val="18"/>
                <w:szCs w:val="18"/>
              </w:rPr>
            </w:pPr>
            <w:r w:rsidRPr="00ED0A98">
              <w:rPr>
                <w:sz w:val="18"/>
                <w:szCs w:val="18"/>
              </w:rPr>
              <w:t>Töökindad</w:t>
            </w:r>
          </w:p>
        </w:tc>
        <w:tc>
          <w:tcPr>
            <w:tcW w:w="1417" w:type="dxa"/>
            <w:vAlign w:val="center"/>
          </w:tcPr>
          <w:p w14:paraId="47EA9199" w14:textId="77777777" w:rsidR="007C202E" w:rsidRPr="00ED0A98" w:rsidRDefault="007C202E" w:rsidP="0047473B">
            <w:pPr>
              <w:jc w:val="center"/>
              <w:rPr>
                <w:sz w:val="18"/>
                <w:szCs w:val="18"/>
              </w:rPr>
            </w:pPr>
            <w:r w:rsidRPr="00ED0A98">
              <w:rPr>
                <w:sz w:val="18"/>
                <w:szCs w:val="18"/>
              </w:rPr>
              <w:t>-</w:t>
            </w:r>
          </w:p>
        </w:tc>
        <w:tc>
          <w:tcPr>
            <w:tcW w:w="1418" w:type="dxa"/>
            <w:vAlign w:val="center"/>
          </w:tcPr>
          <w:p w14:paraId="0CE07207" w14:textId="77777777" w:rsidR="007C202E" w:rsidRPr="00ED0A98" w:rsidRDefault="007C202E" w:rsidP="0047473B">
            <w:pPr>
              <w:jc w:val="center"/>
              <w:rPr>
                <w:sz w:val="18"/>
                <w:szCs w:val="18"/>
              </w:rPr>
            </w:pPr>
            <w:r w:rsidRPr="00ED0A98">
              <w:rPr>
                <w:sz w:val="18"/>
                <w:szCs w:val="18"/>
              </w:rPr>
              <w:t>Kaitsemask või kaitseprillid</w:t>
            </w:r>
          </w:p>
        </w:tc>
        <w:tc>
          <w:tcPr>
            <w:tcW w:w="2693" w:type="dxa"/>
            <w:vAlign w:val="center"/>
          </w:tcPr>
          <w:p w14:paraId="1983290C" w14:textId="77777777" w:rsidR="007C202E" w:rsidRPr="00ED0A98" w:rsidRDefault="007C202E" w:rsidP="0047473B">
            <w:pPr>
              <w:jc w:val="center"/>
              <w:rPr>
                <w:sz w:val="18"/>
                <w:szCs w:val="18"/>
              </w:rPr>
            </w:pPr>
            <w:r w:rsidRPr="00ED0A98">
              <w:rPr>
                <w:sz w:val="18"/>
                <w:szCs w:val="18"/>
              </w:rPr>
              <w:t>Kuulmiskaitsevahend</w:t>
            </w:r>
          </w:p>
        </w:tc>
      </w:tr>
      <w:tr w:rsidR="007C202E" w:rsidRPr="00ED0A98" w14:paraId="52E31708" w14:textId="77777777" w:rsidTr="0047473B">
        <w:trPr>
          <w:trHeight w:val="699"/>
        </w:trPr>
        <w:tc>
          <w:tcPr>
            <w:tcW w:w="1838" w:type="dxa"/>
            <w:vAlign w:val="center"/>
          </w:tcPr>
          <w:p w14:paraId="0CFDDB39" w14:textId="77777777" w:rsidR="007C202E" w:rsidRPr="00ED0A98" w:rsidRDefault="007C202E" w:rsidP="0047473B">
            <w:pPr>
              <w:jc w:val="center"/>
              <w:rPr>
                <w:b/>
                <w:sz w:val="18"/>
                <w:szCs w:val="18"/>
              </w:rPr>
            </w:pPr>
            <w:r w:rsidRPr="00ED0A98">
              <w:rPr>
                <w:b/>
                <w:sz w:val="18"/>
                <w:szCs w:val="18"/>
              </w:rPr>
              <w:lastRenderedPageBreak/>
              <w:t>Töö trimmeriga</w:t>
            </w:r>
          </w:p>
        </w:tc>
        <w:tc>
          <w:tcPr>
            <w:tcW w:w="2552" w:type="dxa"/>
            <w:vAlign w:val="center"/>
          </w:tcPr>
          <w:p w14:paraId="01CFE311" w14:textId="77777777" w:rsidR="007C202E" w:rsidRPr="00ED0A98" w:rsidRDefault="007C202E" w:rsidP="0047473B">
            <w:pPr>
              <w:jc w:val="center"/>
              <w:rPr>
                <w:sz w:val="18"/>
                <w:szCs w:val="18"/>
              </w:rPr>
            </w:pPr>
            <w:r w:rsidRPr="00ED0A98">
              <w:rPr>
                <w:sz w:val="18"/>
                <w:szCs w:val="18"/>
              </w:rPr>
              <w:t>Kinnised jalanõud</w:t>
            </w:r>
          </w:p>
        </w:tc>
        <w:tc>
          <w:tcPr>
            <w:tcW w:w="1984" w:type="dxa"/>
          </w:tcPr>
          <w:p w14:paraId="1F46AFFC" w14:textId="77777777" w:rsidR="007C202E" w:rsidRPr="00ED0A98" w:rsidRDefault="007C202E" w:rsidP="0047473B">
            <w:pPr>
              <w:jc w:val="center"/>
              <w:rPr>
                <w:sz w:val="18"/>
                <w:szCs w:val="18"/>
              </w:rPr>
            </w:pPr>
            <w:r w:rsidRPr="00ED0A98">
              <w:rPr>
                <w:sz w:val="18"/>
                <w:szCs w:val="18"/>
              </w:rPr>
              <w:t>Tugevast riidest pika säärega püksid</w:t>
            </w:r>
          </w:p>
        </w:tc>
        <w:tc>
          <w:tcPr>
            <w:tcW w:w="1701" w:type="dxa"/>
            <w:vAlign w:val="center"/>
          </w:tcPr>
          <w:p w14:paraId="75DA21D9" w14:textId="77777777" w:rsidR="007C202E" w:rsidRPr="00ED0A98" w:rsidRDefault="007C202E" w:rsidP="0047473B">
            <w:pPr>
              <w:jc w:val="center"/>
              <w:rPr>
                <w:sz w:val="18"/>
                <w:szCs w:val="18"/>
              </w:rPr>
            </w:pPr>
            <w:r w:rsidRPr="00ED0A98">
              <w:rPr>
                <w:sz w:val="18"/>
                <w:szCs w:val="18"/>
              </w:rPr>
              <w:t>-</w:t>
            </w:r>
          </w:p>
        </w:tc>
        <w:tc>
          <w:tcPr>
            <w:tcW w:w="1276" w:type="dxa"/>
            <w:vAlign w:val="center"/>
          </w:tcPr>
          <w:p w14:paraId="4C5187BA" w14:textId="77777777" w:rsidR="007C202E" w:rsidRPr="00ED0A98" w:rsidRDefault="007C202E" w:rsidP="0047473B">
            <w:pPr>
              <w:jc w:val="center"/>
              <w:rPr>
                <w:sz w:val="18"/>
                <w:szCs w:val="18"/>
              </w:rPr>
            </w:pPr>
            <w:r w:rsidRPr="00ED0A98">
              <w:rPr>
                <w:sz w:val="18"/>
                <w:szCs w:val="18"/>
              </w:rPr>
              <w:t>Töökindad</w:t>
            </w:r>
          </w:p>
        </w:tc>
        <w:tc>
          <w:tcPr>
            <w:tcW w:w="1417" w:type="dxa"/>
            <w:vAlign w:val="center"/>
          </w:tcPr>
          <w:p w14:paraId="6ED0DB2F" w14:textId="77777777" w:rsidR="007C202E" w:rsidRPr="00ED0A98" w:rsidRDefault="007C202E" w:rsidP="0047473B">
            <w:pPr>
              <w:jc w:val="center"/>
              <w:rPr>
                <w:sz w:val="18"/>
                <w:szCs w:val="18"/>
              </w:rPr>
            </w:pPr>
            <w:r w:rsidRPr="00ED0A98">
              <w:rPr>
                <w:sz w:val="18"/>
                <w:szCs w:val="18"/>
              </w:rPr>
              <w:t>-</w:t>
            </w:r>
          </w:p>
        </w:tc>
        <w:tc>
          <w:tcPr>
            <w:tcW w:w="1418" w:type="dxa"/>
            <w:vAlign w:val="center"/>
          </w:tcPr>
          <w:p w14:paraId="5D759A80" w14:textId="77777777" w:rsidR="007C202E" w:rsidRPr="00ED0A98" w:rsidRDefault="007C202E" w:rsidP="0047473B">
            <w:pPr>
              <w:jc w:val="center"/>
              <w:rPr>
                <w:sz w:val="18"/>
                <w:szCs w:val="18"/>
              </w:rPr>
            </w:pPr>
            <w:r w:rsidRPr="00ED0A98">
              <w:rPr>
                <w:sz w:val="18"/>
                <w:szCs w:val="18"/>
              </w:rPr>
              <w:t>Kaitsemask või kaitseprillid</w:t>
            </w:r>
          </w:p>
        </w:tc>
        <w:tc>
          <w:tcPr>
            <w:tcW w:w="2693" w:type="dxa"/>
            <w:vAlign w:val="center"/>
          </w:tcPr>
          <w:p w14:paraId="03B5073B" w14:textId="77777777" w:rsidR="007C202E" w:rsidRPr="00ED0A98" w:rsidRDefault="007C202E" w:rsidP="0047473B">
            <w:pPr>
              <w:jc w:val="center"/>
              <w:rPr>
                <w:sz w:val="18"/>
                <w:szCs w:val="18"/>
              </w:rPr>
            </w:pPr>
            <w:r w:rsidRPr="00ED0A98">
              <w:rPr>
                <w:sz w:val="18"/>
                <w:szCs w:val="18"/>
              </w:rPr>
              <w:t>Kuulmiskaitsevahend</w:t>
            </w:r>
          </w:p>
        </w:tc>
      </w:tr>
      <w:tr w:rsidR="007C202E" w:rsidRPr="00ED0A98" w14:paraId="1F0C9D7C" w14:textId="77777777" w:rsidTr="0047473B">
        <w:trPr>
          <w:trHeight w:val="152"/>
        </w:trPr>
        <w:tc>
          <w:tcPr>
            <w:tcW w:w="1838" w:type="dxa"/>
            <w:vAlign w:val="center"/>
          </w:tcPr>
          <w:p w14:paraId="6CF77B60" w14:textId="77777777" w:rsidR="007C202E" w:rsidRPr="00ED0A98" w:rsidRDefault="007C202E" w:rsidP="0047473B">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6D44FA2C" w14:textId="77777777" w:rsidR="007C202E" w:rsidRPr="00ED0A98" w:rsidRDefault="007C202E" w:rsidP="0047473B">
            <w:pPr>
              <w:jc w:val="center"/>
              <w:rPr>
                <w:sz w:val="18"/>
                <w:szCs w:val="18"/>
              </w:rPr>
            </w:pPr>
            <w:r w:rsidRPr="00ED0A98">
              <w:rPr>
                <w:sz w:val="18"/>
                <w:szCs w:val="18"/>
              </w:rPr>
              <w:t>Kinnised tugeva konstruktsiooniga ja libisemist takistava tallaga jalanõud</w:t>
            </w:r>
          </w:p>
        </w:tc>
        <w:tc>
          <w:tcPr>
            <w:tcW w:w="1984" w:type="dxa"/>
            <w:vAlign w:val="center"/>
          </w:tcPr>
          <w:p w14:paraId="0A3E6432" w14:textId="77777777" w:rsidR="007C202E" w:rsidRPr="00ED0A98" w:rsidRDefault="007C202E" w:rsidP="0047473B">
            <w:pPr>
              <w:jc w:val="center"/>
              <w:rPr>
                <w:sz w:val="18"/>
                <w:szCs w:val="18"/>
              </w:rPr>
            </w:pPr>
            <w:r w:rsidRPr="00ED0A98">
              <w:rPr>
                <w:sz w:val="18"/>
                <w:szCs w:val="18"/>
              </w:rPr>
              <w:t>-</w:t>
            </w:r>
          </w:p>
        </w:tc>
        <w:tc>
          <w:tcPr>
            <w:tcW w:w="1701" w:type="dxa"/>
            <w:vAlign w:val="center"/>
          </w:tcPr>
          <w:p w14:paraId="16968F88" w14:textId="77777777" w:rsidR="007C202E" w:rsidRPr="00ED0A98" w:rsidRDefault="007C202E" w:rsidP="0047473B">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290D252E" w14:textId="77777777" w:rsidR="007C202E" w:rsidRPr="00ED0A98" w:rsidRDefault="007C202E" w:rsidP="0047473B">
            <w:pPr>
              <w:jc w:val="center"/>
              <w:rPr>
                <w:sz w:val="18"/>
                <w:szCs w:val="18"/>
              </w:rPr>
            </w:pPr>
            <w:r w:rsidRPr="00ED0A98">
              <w:rPr>
                <w:sz w:val="18"/>
                <w:szCs w:val="18"/>
              </w:rPr>
              <w:t>-</w:t>
            </w:r>
          </w:p>
        </w:tc>
        <w:tc>
          <w:tcPr>
            <w:tcW w:w="1417" w:type="dxa"/>
            <w:vAlign w:val="center"/>
          </w:tcPr>
          <w:p w14:paraId="78582834" w14:textId="77777777" w:rsidR="007C202E" w:rsidRPr="00ED0A98" w:rsidRDefault="007C202E" w:rsidP="0047473B">
            <w:pPr>
              <w:jc w:val="center"/>
              <w:rPr>
                <w:sz w:val="18"/>
                <w:szCs w:val="18"/>
              </w:rPr>
            </w:pPr>
            <w:r w:rsidRPr="00ED0A98">
              <w:rPr>
                <w:sz w:val="18"/>
                <w:szCs w:val="18"/>
              </w:rPr>
              <w:t>Tähtaegne tööstuslik kaitsekiiver (EN 397)</w:t>
            </w:r>
          </w:p>
        </w:tc>
        <w:tc>
          <w:tcPr>
            <w:tcW w:w="1418" w:type="dxa"/>
            <w:vAlign w:val="center"/>
          </w:tcPr>
          <w:p w14:paraId="690B5291" w14:textId="77777777" w:rsidR="007C202E" w:rsidRPr="00ED0A98" w:rsidRDefault="007C202E" w:rsidP="0047473B">
            <w:pPr>
              <w:jc w:val="center"/>
              <w:rPr>
                <w:sz w:val="18"/>
                <w:szCs w:val="18"/>
              </w:rPr>
            </w:pPr>
            <w:r w:rsidRPr="00ED0A98">
              <w:rPr>
                <w:sz w:val="18"/>
                <w:szCs w:val="18"/>
              </w:rPr>
              <w:t>-</w:t>
            </w:r>
          </w:p>
        </w:tc>
        <w:tc>
          <w:tcPr>
            <w:tcW w:w="2693" w:type="dxa"/>
            <w:vAlign w:val="center"/>
          </w:tcPr>
          <w:p w14:paraId="726B724B" w14:textId="77777777" w:rsidR="007C202E" w:rsidRPr="00ED0A98" w:rsidRDefault="007C202E" w:rsidP="0047473B">
            <w:pPr>
              <w:jc w:val="center"/>
              <w:rPr>
                <w:sz w:val="18"/>
                <w:szCs w:val="18"/>
              </w:rPr>
            </w:pPr>
            <w:r w:rsidRPr="00ED0A98">
              <w:rPr>
                <w:sz w:val="18"/>
                <w:szCs w:val="18"/>
              </w:rPr>
              <w:t>-</w:t>
            </w:r>
          </w:p>
        </w:tc>
      </w:tr>
      <w:tr w:rsidR="007C202E" w:rsidRPr="00ED0A98" w14:paraId="15D8332E" w14:textId="77777777" w:rsidTr="0047473B">
        <w:trPr>
          <w:trHeight w:val="152"/>
        </w:trPr>
        <w:tc>
          <w:tcPr>
            <w:tcW w:w="1838" w:type="dxa"/>
            <w:vAlign w:val="center"/>
          </w:tcPr>
          <w:p w14:paraId="420269CD" w14:textId="77777777" w:rsidR="007C202E" w:rsidRPr="00ED0A98" w:rsidRDefault="007C202E" w:rsidP="0047473B">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71A1A972" w14:textId="77777777" w:rsidR="007C202E" w:rsidRPr="00ED0A98" w:rsidRDefault="007C202E" w:rsidP="0047473B">
            <w:pPr>
              <w:jc w:val="center"/>
              <w:rPr>
                <w:sz w:val="18"/>
                <w:szCs w:val="18"/>
              </w:rPr>
            </w:pPr>
            <w:r w:rsidRPr="00ED0A98">
              <w:rPr>
                <w:sz w:val="18"/>
                <w:szCs w:val="18"/>
              </w:rPr>
              <w:t>Kinnised tugeva konstruktsiooniga ja libisemist takistava tallaga jalanõud</w:t>
            </w:r>
          </w:p>
        </w:tc>
        <w:tc>
          <w:tcPr>
            <w:tcW w:w="1984" w:type="dxa"/>
            <w:vAlign w:val="center"/>
          </w:tcPr>
          <w:p w14:paraId="61EE81A8" w14:textId="77777777" w:rsidR="007C202E" w:rsidRPr="00ED0A98" w:rsidRDefault="007C202E" w:rsidP="0047473B">
            <w:pPr>
              <w:jc w:val="center"/>
              <w:rPr>
                <w:sz w:val="18"/>
                <w:szCs w:val="18"/>
              </w:rPr>
            </w:pPr>
            <w:r w:rsidRPr="00ED0A98">
              <w:rPr>
                <w:sz w:val="18"/>
                <w:szCs w:val="18"/>
              </w:rPr>
              <w:t>-</w:t>
            </w:r>
          </w:p>
        </w:tc>
        <w:tc>
          <w:tcPr>
            <w:tcW w:w="1701" w:type="dxa"/>
            <w:vAlign w:val="center"/>
          </w:tcPr>
          <w:p w14:paraId="15F104FE" w14:textId="77777777" w:rsidR="007C202E" w:rsidRPr="00ED0A98" w:rsidRDefault="007C202E" w:rsidP="0047473B">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5A593A85" w14:textId="77777777" w:rsidR="007C202E" w:rsidRPr="00ED0A98" w:rsidRDefault="007C202E" w:rsidP="0047473B">
            <w:pPr>
              <w:jc w:val="center"/>
              <w:rPr>
                <w:sz w:val="18"/>
                <w:szCs w:val="18"/>
              </w:rPr>
            </w:pPr>
            <w:r w:rsidRPr="00ED0A98">
              <w:rPr>
                <w:sz w:val="18"/>
                <w:szCs w:val="18"/>
              </w:rPr>
              <w:t>-</w:t>
            </w:r>
          </w:p>
        </w:tc>
        <w:tc>
          <w:tcPr>
            <w:tcW w:w="1417" w:type="dxa"/>
            <w:vAlign w:val="center"/>
          </w:tcPr>
          <w:p w14:paraId="2C26EDA3" w14:textId="77777777" w:rsidR="007C202E" w:rsidRPr="00ED0A98" w:rsidRDefault="007C202E" w:rsidP="0047473B">
            <w:pPr>
              <w:jc w:val="center"/>
              <w:rPr>
                <w:sz w:val="18"/>
                <w:szCs w:val="18"/>
              </w:rPr>
            </w:pPr>
            <w:r w:rsidRPr="00ED0A98">
              <w:rPr>
                <w:sz w:val="18"/>
                <w:szCs w:val="18"/>
              </w:rPr>
              <w:t>Tähtaegne tööstuslik kaitsekiiver (EN 397)</w:t>
            </w:r>
          </w:p>
        </w:tc>
        <w:tc>
          <w:tcPr>
            <w:tcW w:w="1418" w:type="dxa"/>
            <w:vAlign w:val="center"/>
          </w:tcPr>
          <w:p w14:paraId="6C776093" w14:textId="77777777" w:rsidR="007C202E" w:rsidRPr="00ED0A98" w:rsidRDefault="007C202E" w:rsidP="0047473B">
            <w:pPr>
              <w:jc w:val="center"/>
              <w:rPr>
                <w:sz w:val="18"/>
                <w:szCs w:val="18"/>
              </w:rPr>
            </w:pPr>
            <w:r w:rsidRPr="00ED0A98">
              <w:rPr>
                <w:sz w:val="18"/>
                <w:szCs w:val="18"/>
              </w:rPr>
              <w:t>-</w:t>
            </w:r>
          </w:p>
        </w:tc>
        <w:tc>
          <w:tcPr>
            <w:tcW w:w="2693" w:type="dxa"/>
            <w:vAlign w:val="center"/>
          </w:tcPr>
          <w:p w14:paraId="3AC0E9DA" w14:textId="77777777" w:rsidR="007C202E" w:rsidRPr="00ED0A98" w:rsidRDefault="007C202E" w:rsidP="0047473B">
            <w:pPr>
              <w:jc w:val="center"/>
              <w:rPr>
                <w:sz w:val="18"/>
                <w:szCs w:val="18"/>
              </w:rPr>
            </w:pPr>
            <w:r w:rsidRPr="00ED0A98">
              <w:rPr>
                <w:sz w:val="18"/>
                <w:szCs w:val="18"/>
              </w:rPr>
              <w:t>-</w:t>
            </w:r>
          </w:p>
        </w:tc>
      </w:tr>
    </w:tbl>
    <w:p w14:paraId="22301D2A" w14:textId="77777777" w:rsidR="007C202E" w:rsidRPr="00ED0A98" w:rsidRDefault="007C202E" w:rsidP="007C202E">
      <w:pPr>
        <w:rPr>
          <w:rFonts w:ascii="Times New Roman" w:hAnsi="Times New Roman" w:cs="Times New Roman"/>
          <w:sz w:val="24"/>
          <w:szCs w:val="24"/>
        </w:rPr>
      </w:pPr>
    </w:p>
    <w:p w14:paraId="2ADBA99A" w14:textId="77777777" w:rsidR="007C202E" w:rsidRPr="00FE2065" w:rsidRDefault="007C202E" w:rsidP="007C202E">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8064E83" w14:textId="77777777" w:rsidR="007C202E" w:rsidRPr="00FE2065" w:rsidRDefault="007C202E" w:rsidP="007C202E">
      <w:pPr>
        <w:spacing w:after="0" w:line="240" w:lineRule="auto"/>
        <w:jc w:val="both"/>
        <w:rPr>
          <w:rFonts w:ascii="Times New Roman" w:hAnsi="Times New Roman" w:cs="Times New Roman"/>
          <w:sz w:val="24"/>
          <w:szCs w:val="24"/>
        </w:rPr>
      </w:pPr>
    </w:p>
    <w:p w14:paraId="34FEE210" w14:textId="77777777" w:rsidR="007C202E" w:rsidRPr="00FE2065" w:rsidRDefault="007C202E" w:rsidP="007C202E">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7C202E" w14:paraId="149CCFC4" w14:textId="77777777" w:rsidTr="0047473B">
        <w:tc>
          <w:tcPr>
            <w:tcW w:w="9212" w:type="dxa"/>
          </w:tcPr>
          <w:p w14:paraId="31335DEC" w14:textId="77777777" w:rsidR="007C202E" w:rsidRDefault="007C202E" w:rsidP="0047473B">
            <w:pPr>
              <w:jc w:val="both"/>
            </w:pPr>
          </w:p>
        </w:tc>
        <w:tc>
          <w:tcPr>
            <w:tcW w:w="4606" w:type="dxa"/>
          </w:tcPr>
          <w:p w14:paraId="1AA705F9" w14:textId="77777777" w:rsidR="007C202E" w:rsidRDefault="007C202E" w:rsidP="0047473B">
            <w:pPr>
              <w:jc w:val="both"/>
            </w:pPr>
          </w:p>
        </w:tc>
      </w:tr>
      <w:tr w:rsidR="007C202E" w14:paraId="15037E48" w14:textId="77777777" w:rsidTr="0047473B">
        <w:tc>
          <w:tcPr>
            <w:tcW w:w="9212" w:type="dxa"/>
          </w:tcPr>
          <w:p w14:paraId="5EDB4F6B" w14:textId="77777777" w:rsidR="007C202E" w:rsidRPr="002C6717" w:rsidRDefault="001F1F4D" w:rsidP="0047473B">
            <w:pPr>
              <w:jc w:val="both"/>
              <w:rPr>
                <w:sz w:val="24"/>
                <w:szCs w:val="24"/>
              </w:rPr>
            </w:pPr>
            <w:sdt>
              <w:sdtPr>
                <w:rPr>
                  <w:sz w:val="24"/>
                  <w:szCs w:val="24"/>
                </w:rPr>
                <w:id w:val="270991553"/>
                <w:placeholder>
                  <w:docPart w:val="BC74CDDF27484F01BA40EA7F34ABFC8A"/>
                </w:placeholder>
                <w:comboBox>
                  <w:listItem w:displayText=" " w:value=" "/>
                  <w:listItem w:displayText="(allkirjastatud digitaalselt)" w:value="(allkirjastatud digitaalselt)"/>
                </w:comboBox>
              </w:sdtPr>
              <w:sdtEndPr/>
              <w:sdtContent>
                <w:r w:rsidR="007C202E">
                  <w:rPr>
                    <w:sz w:val="24"/>
                    <w:szCs w:val="24"/>
                  </w:rPr>
                  <w:t>(allkirjastatud digitaalselt)</w:t>
                </w:r>
              </w:sdtContent>
            </w:sdt>
          </w:p>
        </w:tc>
        <w:tc>
          <w:tcPr>
            <w:tcW w:w="4606" w:type="dxa"/>
          </w:tcPr>
          <w:p w14:paraId="1E82A513" w14:textId="77777777" w:rsidR="007C202E" w:rsidRPr="002C6717" w:rsidRDefault="001F1F4D" w:rsidP="0047473B">
            <w:pPr>
              <w:jc w:val="both"/>
              <w:rPr>
                <w:sz w:val="24"/>
                <w:szCs w:val="24"/>
              </w:rPr>
            </w:pPr>
            <w:sdt>
              <w:sdtPr>
                <w:rPr>
                  <w:sz w:val="24"/>
                  <w:szCs w:val="24"/>
                </w:rPr>
                <w:id w:val="708836666"/>
                <w:placeholder>
                  <w:docPart w:val="2F6228E29CF24845AE4CFEF7967F5DE1"/>
                </w:placeholder>
                <w:comboBox>
                  <w:listItem w:displayText=" " w:value=" "/>
                  <w:listItem w:displayText="(allkirjastatud digitaalselt)" w:value="(allkirjastatud digitaalselt)"/>
                </w:comboBox>
              </w:sdtPr>
              <w:sdtEndPr/>
              <w:sdtContent>
                <w:r w:rsidR="007C202E">
                  <w:rPr>
                    <w:sz w:val="24"/>
                    <w:szCs w:val="24"/>
                  </w:rPr>
                  <w:t>(allkirjastatud digitaalselt)</w:t>
                </w:r>
              </w:sdtContent>
            </w:sdt>
          </w:p>
        </w:tc>
      </w:tr>
      <w:tr w:rsidR="007C202E" w14:paraId="03B938EF" w14:textId="77777777" w:rsidTr="0047473B">
        <w:tc>
          <w:tcPr>
            <w:tcW w:w="9212" w:type="dxa"/>
          </w:tcPr>
          <w:p w14:paraId="4210425C" w14:textId="77777777" w:rsidR="007C202E" w:rsidRPr="002C6717" w:rsidRDefault="007C202E" w:rsidP="0047473B">
            <w:pPr>
              <w:jc w:val="both"/>
              <w:rPr>
                <w:sz w:val="24"/>
                <w:szCs w:val="24"/>
              </w:rPr>
            </w:pPr>
          </w:p>
        </w:tc>
        <w:tc>
          <w:tcPr>
            <w:tcW w:w="4606" w:type="dxa"/>
          </w:tcPr>
          <w:p w14:paraId="04CE91BA" w14:textId="77777777" w:rsidR="007C202E" w:rsidRPr="002C6717" w:rsidRDefault="007C202E" w:rsidP="0047473B">
            <w:pPr>
              <w:jc w:val="both"/>
              <w:rPr>
                <w:sz w:val="24"/>
                <w:szCs w:val="24"/>
              </w:rPr>
            </w:pPr>
          </w:p>
        </w:tc>
      </w:tr>
      <w:tr w:rsidR="007C202E" w14:paraId="436718B9" w14:textId="77777777" w:rsidTr="0047473B">
        <w:tc>
          <w:tcPr>
            <w:tcW w:w="9212" w:type="dxa"/>
          </w:tcPr>
          <w:p w14:paraId="73C9CA50" w14:textId="77777777" w:rsidR="007C202E" w:rsidRPr="002C6717" w:rsidRDefault="007C202E" w:rsidP="0047473B">
            <w:pPr>
              <w:jc w:val="both"/>
              <w:rPr>
                <w:sz w:val="24"/>
                <w:szCs w:val="24"/>
              </w:rPr>
            </w:pPr>
            <w:r w:rsidRPr="00240C3D">
              <w:rPr>
                <w:sz w:val="24"/>
                <w:szCs w:val="24"/>
                <w:lang w:eastAsia="en-US"/>
              </w:rPr>
              <w:t>Margus Reimann</w:t>
            </w:r>
          </w:p>
        </w:tc>
        <w:tc>
          <w:tcPr>
            <w:tcW w:w="4606" w:type="dxa"/>
          </w:tcPr>
          <w:p w14:paraId="1F6366AF" w14:textId="77777777" w:rsidR="007C202E" w:rsidRPr="002C6717" w:rsidRDefault="007C202E" w:rsidP="0047473B">
            <w:pPr>
              <w:jc w:val="both"/>
              <w:rPr>
                <w:sz w:val="24"/>
                <w:szCs w:val="24"/>
              </w:rPr>
            </w:pPr>
            <w:r>
              <w:rPr>
                <w:sz w:val="24"/>
                <w:szCs w:val="24"/>
              </w:rPr>
              <w:t>……………………..</w:t>
            </w:r>
          </w:p>
        </w:tc>
      </w:tr>
    </w:tbl>
    <w:p w14:paraId="652C402E" w14:textId="77777777" w:rsidR="007C202E" w:rsidRDefault="007C202E" w:rsidP="007C202E">
      <w:pPr>
        <w:rPr>
          <w:rFonts w:ascii="Times New Roman" w:hAnsi="Times New Roman" w:cs="Times New Roman"/>
          <w:sz w:val="24"/>
          <w:szCs w:val="24"/>
        </w:rPr>
      </w:pPr>
    </w:p>
    <w:p w14:paraId="6DA70FC8" w14:textId="77777777" w:rsidR="007C202E" w:rsidRDefault="007C202E" w:rsidP="007C202E">
      <w:pPr>
        <w:rPr>
          <w:rFonts w:ascii="Times New Roman" w:hAnsi="Times New Roman" w:cs="Times New Roman"/>
          <w:sz w:val="24"/>
          <w:szCs w:val="24"/>
        </w:rPr>
      </w:pPr>
      <w:r>
        <w:rPr>
          <w:rFonts w:ascii="Times New Roman" w:hAnsi="Times New Roman" w:cs="Times New Roman"/>
          <w:sz w:val="24"/>
          <w:szCs w:val="24"/>
        </w:rPr>
        <w:br w:type="page"/>
      </w:r>
    </w:p>
    <w:p w14:paraId="3D155B26" w14:textId="77777777" w:rsidR="007C202E" w:rsidRDefault="007C202E" w:rsidP="007C202E">
      <w:pPr>
        <w:spacing w:line="240" w:lineRule="auto"/>
        <w:ind w:left="5670"/>
        <w:outlineLvl w:val="0"/>
        <w:rPr>
          <w:rFonts w:ascii="Times New Roman" w:hAnsi="Times New Roman" w:cs="Times New Roman"/>
          <w:sz w:val="20"/>
          <w:szCs w:val="20"/>
        </w:rPr>
        <w:sectPr w:rsidR="007C202E" w:rsidSect="00FE1E7C">
          <w:type w:val="continuous"/>
          <w:pgSz w:w="16838" w:h="11906" w:orient="landscape"/>
          <w:pgMar w:top="1418" w:right="851" w:bottom="567" w:left="1701" w:header="709" w:footer="709" w:gutter="0"/>
          <w:pgNumType w:start="1"/>
          <w:cols w:space="708"/>
          <w:formProt w:val="0"/>
          <w:titlePg/>
          <w:docGrid w:linePitch="360"/>
        </w:sectPr>
      </w:pPr>
    </w:p>
    <w:p w14:paraId="557B3804" w14:textId="77777777" w:rsidR="00E328D7" w:rsidRDefault="00E328D7" w:rsidP="006B2D49">
      <w:pPr>
        <w:spacing w:after="0" w:line="240" w:lineRule="auto"/>
        <w:ind w:left="5664" w:right="-1"/>
        <w:jc w:val="both"/>
        <w:rPr>
          <w:rFonts w:ascii="Times New Roman" w:hAnsi="Times New Roman" w:cs="Times New Roman"/>
          <w:sz w:val="20"/>
          <w:szCs w:val="20"/>
        </w:rPr>
      </w:pPr>
      <w:r>
        <w:rPr>
          <w:rFonts w:ascii="Times New Roman" w:hAnsi="Times New Roman" w:cs="Times New Roman"/>
          <w:sz w:val="20"/>
          <w:szCs w:val="20"/>
        </w:rPr>
        <w:lastRenderedPageBreak/>
        <w:t xml:space="preserve">Lisa 3. </w:t>
      </w:r>
    </w:p>
    <w:p w14:paraId="30CB4D63" w14:textId="51D380CE" w:rsidR="008B7C96" w:rsidRDefault="007C202E" w:rsidP="006B2D49">
      <w:pPr>
        <w:spacing w:after="0" w:line="240" w:lineRule="auto"/>
        <w:ind w:left="5664" w:right="-1"/>
        <w:jc w:val="both"/>
        <w:rPr>
          <w:rFonts w:ascii="Times New Roman" w:hAnsi="Times New Roman" w:cs="Times New Roman"/>
          <w:sz w:val="20"/>
          <w:szCs w:val="20"/>
        </w:rPr>
      </w:pP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305970605"/>
          <w:placeholder>
            <w:docPart w:val="D5219F4C8B9E41DCB6C803016D234628"/>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71700996"/>
          <w:placeholder>
            <w:docPart w:val="204CEDD4F2A44FC98A85B4C0D45F54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7484D">
        <w:rPr>
          <w:rFonts w:ascii="Times New Roman" w:hAnsi="Times New Roman" w:cs="Times New Roman"/>
          <w:sz w:val="20"/>
          <w:szCs w:val="20"/>
        </w:rPr>
        <w:t>4</w:t>
      </w:r>
      <w:r w:rsidRPr="0029018F">
        <w:rPr>
          <w:rFonts w:ascii="Times New Roman" w:hAnsi="Times New Roman" w:cs="Times New Roman"/>
          <w:sz w:val="20"/>
          <w:szCs w:val="20"/>
        </w:rPr>
        <w:t>/……… juurde</w:t>
      </w:r>
    </w:p>
    <w:p w14:paraId="2BCCCAE4" w14:textId="77777777" w:rsidR="006B2D49" w:rsidRPr="003F3A57" w:rsidRDefault="006B2D49" w:rsidP="007C202E">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A65D16">
      <w:pPr>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A65D16">
      <w:pPr>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A65D16">
      <w:pPr>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A65D16">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A65D16">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A65D16">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5"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5"/>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A65D16">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A65D16">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A65D16">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A65D16">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A65D16">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A65D16">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A65D16">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A65D16">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18663A62" w14:textId="77777777" w:rsidR="007B6F2E" w:rsidRPr="003F3A57" w:rsidRDefault="007B6F2E" w:rsidP="00A65D16">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A65D16">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A65D16">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A65D16">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A65D16">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A65D16">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A65D16">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A65D16">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A65D16">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A65D16">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A65D16">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A65D16">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A65D16">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A65D16">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A65D16">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A65D16">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A65D16">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A65D16">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A65D16">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A65D16">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A65D16">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A65D16">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A65D16">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A65D16">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A65D16">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A65D16">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A65D16">
      <w:pPr>
        <w:shd w:val="clear" w:color="auto" w:fill="FFFFFF"/>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A65D16">
      <w:pPr>
        <w:shd w:val="clear" w:color="auto" w:fill="FFFFFF"/>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A65D16">
      <w:pPr>
        <w:shd w:val="clear" w:color="auto" w:fill="FFFFFF"/>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A65D16">
      <w:pPr>
        <w:shd w:val="clear" w:color="auto" w:fill="FFFFFF"/>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A65D16">
      <w:pPr>
        <w:spacing w:after="0" w:line="240" w:lineRule="auto"/>
        <w:jc w:val="both"/>
        <w:rPr>
          <w:rFonts w:ascii="Times New Roman" w:eastAsia="Calibri" w:hAnsi="Times New Roman" w:cs="Times New Roman"/>
          <w:color w:val="000000"/>
          <w:sz w:val="24"/>
        </w:rPr>
      </w:pPr>
    </w:p>
    <w:p w14:paraId="7E38DD65" w14:textId="77777777" w:rsidR="008B7C96" w:rsidRPr="003F3A57" w:rsidRDefault="001F1F4D" w:rsidP="00A65D16">
      <w:pPr>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A65D16">
      <w:pPr>
        <w:tabs>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A65D16">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A65D16">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5B3563FB" w14:textId="77777777" w:rsidR="008B7C96" w:rsidRDefault="008B7C96" w:rsidP="008B7C96">
      <w:r>
        <w:br w:type="page"/>
      </w:r>
    </w:p>
    <w:p w14:paraId="2A49743E" w14:textId="5B0220DD"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E328D7">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7484D">
        <w:rPr>
          <w:rFonts w:ascii="Times New Roman" w:hAnsi="Times New Roman" w:cs="Times New Roman"/>
          <w:sz w:val="20"/>
          <w:szCs w:val="20"/>
        </w:rPr>
        <w:t>4</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1F1F4D"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1F1F4D"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FE1E7C">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8B27D" w14:textId="77777777" w:rsidR="00D4069B" w:rsidRDefault="00D4069B" w:rsidP="00705773">
      <w:pPr>
        <w:spacing w:after="0" w:line="240" w:lineRule="auto"/>
      </w:pPr>
      <w:r>
        <w:separator/>
      </w:r>
    </w:p>
  </w:endnote>
  <w:endnote w:type="continuationSeparator" w:id="0">
    <w:p w14:paraId="554BFE36" w14:textId="77777777" w:rsidR="00D4069B" w:rsidRDefault="00D4069B"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B6650" w14:textId="77777777" w:rsidR="00D4069B" w:rsidRDefault="00D4069B" w:rsidP="00705773">
      <w:pPr>
        <w:spacing w:after="0" w:line="240" w:lineRule="auto"/>
      </w:pPr>
      <w:r>
        <w:separator/>
      </w:r>
    </w:p>
  </w:footnote>
  <w:footnote w:type="continuationSeparator" w:id="0">
    <w:p w14:paraId="06F3BCC1" w14:textId="77777777" w:rsidR="00D4069B" w:rsidRDefault="00D4069B"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2"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5"/>
  </w:num>
  <w:num w:numId="3" w16cid:durableId="428434512">
    <w:abstractNumId w:val="2"/>
  </w:num>
  <w:num w:numId="4" w16cid:durableId="893780813">
    <w:abstractNumId w:val="7"/>
  </w:num>
  <w:num w:numId="5" w16cid:durableId="284891417">
    <w:abstractNumId w:val="6"/>
  </w:num>
  <w:num w:numId="6" w16cid:durableId="1453086223">
    <w:abstractNumId w:val="12"/>
  </w:num>
  <w:num w:numId="7" w16cid:durableId="1027415269">
    <w:abstractNumId w:val="11"/>
  </w:num>
  <w:num w:numId="8" w16cid:durableId="51853159">
    <w:abstractNumId w:val="10"/>
  </w:num>
  <w:num w:numId="9" w16cid:durableId="612715840">
    <w:abstractNumId w:val="8"/>
  </w:num>
  <w:num w:numId="10" w16cid:durableId="429932463">
    <w:abstractNumId w:val="9"/>
  </w:num>
  <w:num w:numId="11" w16cid:durableId="1363827597">
    <w:abstractNumId w:val="0"/>
  </w:num>
  <w:num w:numId="12" w16cid:durableId="2039693390">
    <w:abstractNumId w:val="3"/>
  </w:num>
  <w:num w:numId="13" w16cid:durableId="4128970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C71"/>
    <w:rsid w:val="00060C70"/>
    <w:rsid w:val="00062201"/>
    <w:rsid w:val="00064DF5"/>
    <w:rsid w:val="000663B2"/>
    <w:rsid w:val="0007258A"/>
    <w:rsid w:val="00075726"/>
    <w:rsid w:val="00076CCA"/>
    <w:rsid w:val="000915D2"/>
    <w:rsid w:val="00096AC2"/>
    <w:rsid w:val="000A42B5"/>
    <w:rsid w:val="000A4D66"/>
    <w:rsid w:val="000A6F56"/>
    <w:rsid w:val="000B1313"/>
    <w:rsid w:val="000B19CE"/>
    <w:rsid w:val="000B59F7"/>
    <w:rsid w:val="000B5C10"/>
    <w:rsid w:val="000B7084"/>
    <w:rsid w:val="000C1ADA"/>
    <w:rsid w:val="000C23AF"/>
    <w:rsid w:val="000C259E"/>
    <w:rsid w:val="000C3743"/>
    <w:rsid w:val="000C4124"/>
    <w:rsid w:val="000C4DF2"/>
    <w:rsid w:val="000D545C"/>
    <w:rsid w:val="000D6420"/>
    <w:rsid w:val="000D6BF8"/>
    <w:rsid w:val="000E1DDF"/>
    <w:rsid w:val="000F2C04"/>
    <w:rsid w:val="000F6C7B"/>
    <w:rsid w:val="00100B2C"/>
    <w:rsid w:val="00102C07"/>
    <w:rsid w:val="00107D6D"/>
    <w:rsid w:val="00115886"/>
    <w:rsid w:val="00116517"/>
    <w:rsid w:val="0011651D"/>
    <w:rsid w:val="001175F4"/>
    <w:rsid w:val="0012352D"/>
    <w:rsid w:val="00125F24"/>
    <w:rsid w:val="00126497"/>
    <w:rsid w:val="00132919"/>
    <w:rsid w:val="00136222"/>
    <w:rsid w:val="00143BEB"/>
    <w:rsid w:val="00144026"/>
    <w:rsid w:val="00144C61"/>
    <w:rsid w:val="00154D28"/>
    <w:rsid w:val="00156510"/>
    <w:rsid w:val="00164848"/>
    <w:rsid w:val="001653A0"/>
    <w:rsid w:val="001669ED"/>
    <w:rsid w:val="001718A1"/>
    <w:rsid w:val="00174C1E"/>
    <w:rsid w:val="00175C9A"/>
    <w:rsid w:val="0017625F"/>
    <w:rsid w:val="00176C45"/>
    <w:rsid w:val="00177B2A"/>
    <w:rsid w:val="001A3016"/>
    <w:rsid w:val="001A347F"/>
    <w:rsid w:val="001C46CC"/>
    <w:rsid w:val="001C66B4"/>
    <w:rsid w:val="001D24CC"/>
    <w:rsid w:val="001D6A84"/>
    <w:rsid w:val="001E43DF"/>
    <w:rsid w:val="001E5D59"/>
    <w:rsid w:val="001F1F4D"/>
    <w:rsid w:val="001F4E51"/>
    <w:rsid w:val="001F53F7"/>
    <w:rsid w:val="00200742"/>
    <w:rsid w:val="00200FCE"/>
    <w:rsid w:val="00201C05"/>
    <w:rsid w:val="002033E1"/>
    <w:rsid w:val="00205144"/>
    <w:rsid w:val="00211F31"/>
    <w:rsid w:val="0022208D"/>
    <w:rsid w:val="0022315F"/>
    <w:rsid w:val="00230643"/>
    <w:rsid w:val="00233204"/>
    <w:rsid w:val="00237467"/>
    <w:rsid w:val="0023764E"/>
    <w:rsid w:val="00240C3D"/>
    <w:rsid w:val="00245FE2"/>
    <w:rsid w:val="00246934"/>
    <w:rsid w:val="002551B0"/>
    <w:rsid w:val="0026144E"/>
    <w:rsid w:val="00262B7A"/>
    <w:rsid w:val="00264D51"/>
    <w:rsid w:val="0027305B"/>
    <w:rsid w:val="002747CE"/>
    <w:rsid w:val="002768E4"/>
    <w:rsid w:val="00281267"/>
    <w:rsid w:val="0028617F"/>
    <w:rsid w:val="0029018F"/>
    <w:rsid w:val="0029422D"/>
    <w:rsid w:val="00295905"/>
    <w:rsid w:val="00295C04"/>
    <w:rsid w:val="002A01B7"/>
    <w:rsid w:val="002A0F58"/>
    <w:rsid w:val="002A181D"/>
    <w:rsid w:val="002A3077"/>
    <w:rsid w:val="002A510C"/>
    <w:rsid w:val="002A65DC"/>
    <w:rsid w:val="002B106D"/>
    <w:rsid w:val="002B2823"/>
    <w:rsid w:val="002B2B18"/>
    <w:rsid w:val="002C6717"/>
    <w:rsid w:val="002C6FEC"/>
    <w:rsid w:val="002D00AD"/>
    <w:rsid w:val="002D1BF4"/>
    <w:rsid w:val="002D5B5B"/>
    <w:rsid w:val="002D615A"/>
    <w:rsid w:val="002E3E18"/>
    <w:rsid w:val="002E46EF"/>
    <w:rsid w:val="00300A22"/>
    <w:rsid w:val="003208DE"/>
    <w:rsid w:val="00320DDC"/>
    <w:rsid w:val="00326675"/>
    <w:rsid w:val="003403F1"/>
    <w:rsid w:val="00342A7D"/>
    <w:rsid w:val="00346054"/>
    <w:rsid w:val="00352C29"/>
    <w:rsid w:val="0035454A"/>
    <w:rsid w:val="00362D78"/>
    <w:rsid w:val="003648E0"/>
    <w:rsid w:val="003655AF"/>
    <w:rsid w:val="00370C19"/>
    <w:rsid w:val="00372718"/>
    <w:rsid w:val="00372AB8"/>
    <w:rsid w:val="00372F03"/>
    <w:rsid w:val="003762BF"/>
    <w:rsid w:val="003858D6"/>
    <w:rsid w:val="00385D15"/>
    <w:rsid w:val="003901F8"/>
    <w:rsid w:val="003924E6"/>
    <w:rsid w:val="003A0C19"/>
    <w:rsid w:val="003A47FB"/>
    <w:rsid w:val="003A5CAE"/>
    <w:rsid w:val="003B0383"/>
    <w:rsid w:val="003B0B0F"/>
    <w:rsid w:val="003B16FD"/>
    <w:rsid w:val="003C1AE0"/>
    <w:rsid w:val="003C782E"/>
    <w:rsid w:val="003D1322"/>
    <w:rsid w:val="003D3775"/>
    <w:rsid w:val="003D4CC9"/>
    <w:rsid w:val="003E66D7"/>
    <w:rsid w:val="003F0FE8"/>
    <w:rsid w:val="003F7B5C"/>
    <w:rsid w:val="00403502"/>
    <w:rsid w:val="00404E5C"/>
    <w:rsid w:val="00420CC1"/>
    <w:rsid w:val="00421F03"/>
    <w:rsid w:val="00422005"/>
    <w:rsid w:val="0042259E"/>
    <w:rsid w:val="00426EB8"/>
    <w:rsid w:val="00435415"/>
    <w:rsid w:val="00435E02"/>
    <w:rsid w:val="00440C6B"/>
    <w:rsid w:val="00446E63"/>
    <w:rsid w:val="004610D6"/>
    <w:rsid w:val="004633F3"/>
    <w:rsid w:val="00463886"/>
    <w:rsid w:val="00473835"/>
    <w:rsid w:val="00476429"/>
    <w:rsid w:val="0047690D"/>
    <w:rsid w:val="004863B0"/>
    <w:rsid w:val="00490ABD"/>
    <w:rsid w:val="004926D0"/>
    <w:rsid w:val="004939A2"/>
    <w:rsid w:val="00494163"/>
    <w:rsid w:val="004A445E"/>
    <w:rsid w:val="004B1E9F"/>
    <w:rsid w:val="004B315A"/>
    <w:rsid w:val="004C1F0A"/>
    <w:rsid w:val="004C3136"/>
    <w:rsid w:val="004C6088"/>
    <w:rsid w:val="004C6689"/>
    <w:rsid w:val="004D53C3"/>
    <w:rsid w:val="004D53FC"/>
    <w:rsid w:val="004D7234"/>
    <w:rsid w:val="004E2589"/>
    <w:rsid w:val="004E3C0E"/>
    <w:rsid w:val="004E7551"/>
    <w:rsid w:val="004F1809"/>
    <w:rsid w:val="004F4A55"/>
    <w:rsid w:val="004F5D8E"/>
    <w:rsid w:val="005012FE"/>
    <w:rsid w:val="00505358"/>
    <w:rsid w:val="00506594"/>
    <w:rsid w:val="0050772E"/>
    <w:rsid w:val="005103C7"/>
    <w:rsid w:val="0051267D"/>
    <w:rsid w:val="005150B2"/>
    <w:rsid w:val="00521D53"/>
    <w:rsid w:val="005229E5"/>
    <w:rsid w:val="00527C0C"/>
    <w:rsid w:val="00530837"/>
    <w:rsid w:val="00531C47"/>
    <w:rsid w:val="00531EA4"/>
    <w:rsid w:val="00534E6F"/>
    <w:rsid w:val="00541444"/>
    <w:rsid w:val="00547290"/>
    <w:rsid w:val="0055062F"/>
    <w:rsid w:val="00550BD1"/>
    <w:rsid w:val="005511C6"/>
    <w:rsid w:val="005550D4"/>
    <w:rsid w:val="00556771"/>
    <w:rsid w:val="00561A0F"/>
    <w:rsid w:val="00562E2E"/>
    <w:rsid w:val="0056467F"/>
    <w:rsid w:val="00566437"/>
    <w:rsid w:val="00572C92"/>
    <w:rsid w:val="00582353"/>
    <w:rsid w:val="00591DCC"/>
    <w:rsid w:val="00593801"/>
    <w:rsid w:val="00595D9F"/>
    <w:rsid w:val="005A05B8"/>
    <w:rsid w:val="005A73A3"/>
    <w:rsid w:val="005E0883"/>
    <w:rsid w:val="005E4244"/>
    <w:rsid w:val="005E4E67"/>
    <w:rsid w:val="005F7669"/>
    <w:rsid w:val="00611608"/>
    <w:rsid w:val="006164C3"/>
    <w:rsid w:val="006222B8"/>
    <w:rsid w:val="00626AF5"/>
    <w:rsid w:val="00630420"/>
    <w:rsid w:val="006333D4"/>
    <w:rsid w:val="006336D8"/>
    <w:rsid w:val="00642E49"/>
    <w:rsid w:val="00645DCF"/>
    <w:rsid w:val="0064725C"/>
    <w:rsid w:val="00647FC4"/>
    <w:rsid w:val="00657B0E"/>
    <w:rsid w:val="00660A05"/>
    <w:rsid w:val="0066511C"/>
    <w:rsid w:val="00665AF3"/>
    <w:rsid w:val="006674C9"/>
    <w:rsid w:val="006710C0"/>
    <w:rsid w:val="006731FB"/>
    <w:rsid w:val="0068271C"/>
    <w:rsid w:val="00685C0B"/>
    <w:rsid w:val="006876D2"/>
    <w:rsid w:val="006879DE"/>
    <w:rsid w:val="006A7AB6"/>
    <w:rsid w:val="006B2D49"/>
    <w:rsid w:val="006B6064"/>
    <w:rsid w:val="006B6A82"/>
    <w:rsid w:val="006B7CD0"/>
    <w:rsid w:val="006C167B"/>
    <w:rsid w:val="006C1720"/>
    <w:rsid w:val="006C7751"/>
    <w:rsid w:val="006D0195"/>
    <w:rsid w:val="006D490F"/>
    <w:rsid w:val="006D5CAA"/>
    <w:rsid w:val="006E45A0"/>
    <w:rsid w:val="006E76D5"/>
    <w:rsid w:val="006F28BE"/>
    <w:rsid w:val="006F46F7"/>
    <w:rsid w:val="006F47BC"/>
    <w:rsid w:val="006F5B87"/>
    <w:rsid w:val="006F7841"/>
    <w:rsid w:val="0070499B"/>
    <w:rsid w:val="00704FEE"/>
    <w:rsid w:val="00705773"/>
    <w:rsid w:val="007075A3"/>
    <w:rsid w:val="00707E7A"/>
    <w:rsid w:val="007146E4"/>
    <w:rsid w:val="00716C86"/>
    <w:rsid w:val="00720E3E"/>
    <w:rsid w:val="00726839"/>
    <w:rsid w:val="00727584"/>
    <w:rsid w:val="00727689"/>
    <w:rsid w:val="00731271"/>
    <w:rsid w:val="00735A3A"/>
    <w:rsid w:val="0073642E"/>
    <w:rsid w:val="00737307"/>
    <w:rsid w:val="0074370A"/>
    <w:rsid w:val="007451F1"/>
    <w:rsid w:val="007535ED"/>
    <w:rsid w:val="00753EFD"/>
    <w:rsid w:val="007564A7"/>
    <w:rsid w:val="00761D7C"/>
    <w:rsid w:val="00765A0F"/>
    <w:rsid w:val="00773EA3"/>
    <w:rsid w:val="00787167"/>
    <w:rsid w:val="00794FD0"/>
    <w:rsid w:val="00795EAC"/>
    <w:rsid w:val="00797D19"/>
    <w:rsid w:val="00797D8F"/>
    <w:rsid w:val="007A1DE0"/>
    <w:rsid w:val="007A427E"/>
    <w:rsid w:val="007B3401"/>
    <w:rsid w:val="007B6F2E"/>
    <w:rsid w:val="007B7668"/>
    <w:rsid w:val="007C0B9C"/>
    <w:rsid w:val="007C0C1F"/>
    <w:rsid w:val="007C177D"/>
    <w:rsid w:val="007C202E"/>
    <w:rsid w:val="007C4CFB"/>
    <w:rsid w:val="007C604C"/>
    <w:rsid w:val="007D2048"/>
    <w:rsid w:val="007D452E"/>
    <w:rsid w:val="007D545A"/>
    <w:rsid w:val="007E3262"/>
    <w:rsid w:val="007F078B"/>
    <w:rsid w:val="007F3944"/>
    <w:rsid w:val="008000D7"/>
    <w:rsid w:val="00803DD9"/>
    <w:rsid w:val="00804615"/>
    <w:rsid w:val="00805107"/>
    <w:rsid w:val="00807879"/>
    <w:rsid w:val="00813406"/>
    <w:rsid w:val="0081395D"/>
    <w:rsid w:val="00815B0C"/>
    <w:rsid w:val="008325E1"/>
    <w:rsid w:val="00834585"/>
    <w:rsid w:val="00840195"/>
    <w:rsid w:val="00841D8B"/>
    <w:rsid w:val="00845209"/>
    <w:rsid w:val="008454CD"/>
    <w:rsid w:val="00847DD0"/>
    <w:rsid w:val="00852520"/>
    <w:rsid w:val="00860DF0"/>
    <w:rsid w:val="008723AA"/>
    <w:rsid w:val="00872C61"/>
    <w:rsid w:val="00884824"/>
    <w:rsid w:val="008929D8"/>
    <w:rsid w:val="00897FFE"/>
    <w:rsid w:val="008A2313"/>
    <w:rsid w:val="008B04BC"/>
    <w:rsid w:val="008B5144"/>
    <w:rsid w:val="008B78B6"/>
    <w:rsid w:val="008B7C96"/>
    <w:rsid w:val="008C06A3"/>
    <w:rsid w:val="008C316C"/>
    <w:rsid w:val="008C6CCD"/>
    <w:rsid w:val="008C6D05"/>
    <w:rsid w:val="008D1C0E"/>
    <w:rsid w:val="008D4631"/>
    <w:rsid w:val="008D4AF3"/>
    <w:rsid w:val="008D6179"/>
    <w:rsid w:val="008E2AB3"/>
    <w:rsid w:val="008F07A8"/>
    <w:rsid w:val="008F6BE0"/>
    <w:rsid w:val="008F71C4"/>
    <w:rsid w:val="00920AC1"/>
    <w:rsid w:val="009225BE"/>
    <w:rsid w:val="00930AE1"/>
    <w:rsid w:val="00944E6E"/>
    <w:rsid w:val="0094563E"/>
    <w:rsid w:val="00945E93"/>
    <w:rsid w:val="0095274F"/>
    <w:rsid w:val="00955FB6"/>
    <w:rsid w:val="00962678"/>
    <w:rsid w:val="00963B7A"/>
    <w:rsid w:val="00964EF6"/>
    <w:rsid w:val="00970F8D"/>
    <w:rsid w:val="00971D69"/>
    <w:rsid w:val="00980475"/>
    <w:rsid w:val="0098052B"/>
    <w:rsid w:val="00983E47"/>
    <w:rsid w:val="0098600A"/>
    <w:rsid w:val="00987177"/>
    <w:rsid w:val="00993638"/>
    <w:rsid w:val="009A499D"/>
    <w:rsid w:val="009A76F2"/>
    <w:rsid w:val="009B262F"/>
    <w:rsid w:val="009D16AB"/>
    <w:rsid w:val="009D343D"/>
    <w:rsid w:val="009D47F5"/>
    <w:rsid w:val="009D5EC5"/>
    <w:rsid w:val="009E2C79"/>
    <w:rsid w:val="009E5EC6"/>
    <w:rsid w:val="009F176A"/>
    <w:rsid w:val="009F210B"/>
    <w:rsid w:val="00A05BA8"/>
    <w:rsid w:val="00A06236"/>
    <w:rsid w:val="00A1642F"/>
    <w:rsid w:val="00A2018D"/>
    <w:rsid w:val="00A21251"/>
    <w:rsid w:val="00A23909"/>
    <w:rsid w:val="00A26DDA"/>
    <w:rsid w:val="00A274A5"/>
    <w:rsid w:val="00A32095"/>
    <w:rsid w:val="00A32F4F"/>
    <w:rsid w:val="00A338CC"/>
    <w:rsid w:val="00A34470"/>
    <w:rsid w:val="00A37000"/>
    <w:rsid w:val="00A41C1D"/>
    <w:rsid w:val="00A43226"/>
    <w:rsid w:val="00A43B55"/>
    <w:rsid w:val="00A5214F"/>
    <w:rsid w:val="00A65D16"/>
    <w:rsid w:val="00A66EC9"/>
    <w:rsid w:val="00A7004A"/>
    <w:rsid w:val="00A72E9D"/>
    <w:rsid w:val="00A74649"/>
    <w:rsid w:val="00A769A3"/>
    <w:rsid w:val="00A76BD6"/>
    <w:rsid w:val="00A777AE"/>
    <w:rsid w:val="00A865DA"/>
    <w:rsid w:val="00A903B3"/>
    <w:rsid w:val="00A90492"/>
    <w:rsid w:val="00A92081"/>
    <w:rsid w:val="00A97D13"/>
    <w:rsid w:val="00AA0CBB"/>
    <w:rsid w:val="00AA2FC5"/>
    <w:rsid w:val="00AA3C72"/>
    <w:rsid w:val="00AA7D22"/>
    <w:rsid w:val="00AB192C"/>
    <w:rsid w:val="00AC26BD"/>
    <w:rsid w:val="00AC2DD6"/>
    <w:rsid w:val="00AC63CB"/>
    <w:rsid w:val="00AE2FD8"/>
    <w:rsid w:val="00AE5542"/>
    <w:rsid w:val="00AF5E2E"/>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70023"/>
    <w:rsid w:val="00B71760"/>
    <w:rsid w:val="00B72909"/>
    <w:rsid w:val="00B826FD"/>
    <w:rsid w:val="00B82A12"/>
    <w:rsid w:val="00B82E75"/>
    <w:rsid w:val="00B85257"/>
    <w:rsid w:val="00B908A9"/>
    <w:rsid w:val="00B91ADB"/>
    <w:rsid w:val="00B963CC"/>
    <w:rsid w:val="00B96956"/>
    <w:rsid w:val="00BA41B8"/>
    <w:rsid w:val="00BA5F37"/>
    <w:rsid w:val="00BB36A5"/>
    <w:rsid w:val="00BB3983"/>
    <w:rsid w:val="00BC2AAD"/>
    <w:rsid w:val="00BC7227"/>
    <w:rsid w:val="00BD197F"/>
    <w:rsid w:val="00BD28F6"/>
    <w:rsid w:val="00BD5077"/>
    <w:rsid w:val="00BD54A3"/>
    <w:rsid w:val="00BD58C8"/>
    <w:rsid w:val="00BD5E7F"/>
    <w:rsid w:val="00BE1A4D"/>
    <w:rsid w:val="00BE2DFC"/>
    <w:rsid w:val="00BE7126"/>
    <w:rsid w:val="00BF1202"/>
    <w:rsid w:val="00BF29BC"/>
    <w:rsid w:val="00BF407C"/>
    <w:rsid w:val="00BF6A4B"/>
    <w:rsid w:val="00BF7A85"/>
    <w:rsid w:val="00C163EF"/>
    <w:rsid w:val="00C177E3"/>
    <w:rsid w:val="00C30DA7"/>
    <w:rsid w:val="00C3201A"/>
    <w:rsid w:val="00C42B10"/>
    <w:rsid w:val="00C43B1E"/>
    <w:rsid w:val="00C46B12"/>
    <w:rsid w:val="00C46BBC"/>
    <w:rsid w:val="00C50193"/>
    <w:rsid w:val="00C5102E"/>
    <w:rsid w:val="00C5571F"/>
    <w:rsid w:val="00C57E63"/>
    <w:rsid w:val="00C60B2E"/>
    <w:rsid w:val="00C74515"/>
    <w:rsid w:val="00C76CE0"/>
    <w:rsid w:val="00C8371F"/>
    <w:rsid w:val="00C869BE"/>
    <w:rsid w:val="00C87FB5"/>
    <w:rsid w:val="00C91E96"/>
    <w:rsid w:val="00C95CB2"/>
    <w:rsid w:val="00CA3267"/>
    <w:rsid w:val="00CC3CC1"/>
    <w:rsid w:val="00CC6626"/>
    <w:rsid w:val="00CD01B9"/>
    <w:rsid w:val="00CD0898"/>
    <w:rsid w:val="00CD11B4"/>
    <w:rsid w:val="00CD1935"/>
    <w:rsid w:val="00CD3E6E"/>
    <w:rsid w:val="00CD5407"/>
    <w:rsid w:val="00CE364A"/>
    <w:rsid w:val="00CE6E2F"/>
    <w:rsid w:val="00CE7F25"/>
    <w:rsid w:val="00CF42C1"/>
    <w:rsid w:val="00CF565F"/>
    <w:rsid w:val="00CF7CF3"/>
    <w:rsid w:val="00D0300B"/>
    <w:rsid w:val="00D03C4B"/>
    <w:rsid w:val="00D07FE1"/>
    <w:rsid w:val="00D20698"/>
    <w:rsid w:val="00D22D05"/>
    <w:rsid w:val="00D232B8"/>
    <w:rsid w:val="00D3527A"/>
    <w:rsid w:val="00D37757"/>
    <w:rsid w:val="00D4069B"/>
    <w:rsid w:val="00D44D3C"/>
    <w:rsid w:val="00D4639A"/>
    <w:rsid w:val="00D47D23"/>
    <w:rsid w:val="00D55A49"/>
    <w:rsid w:val="00D57B01"/>
    <w:rsid w:val="00D62819"/>
    <w:rsid w:val="00D63883"/>
    <w:rsid w:val="00D63DBC"/>
    <w:rsid w:val="00D65ACB"/>
    <w:rsid w:val="00D7484D"/>
    <w:rsid w:val="00D803FD"/>
    <w:rsid w:val="00D807A1"/>
    <w:rsid w:val="00D84C8B"/>
    <w:rsid w:val="00D85443"/>
    <w:rsid w:val="00D908F8"/>
    <w:rsid w:val="00D921F8"/>
    <w:rsid w:val="00DA4177"/>
    <w:rsid w:val="00DA51CC"/>
    <w:rsid w:val="00DA633F"/>
    <w:rsid w:val="00DA71FA"/>
    <w:rsid w:val="00DA75A8"/>
    <w:rsid w:val="00DB6EDE"/>
    <w:rsid w:val="00DC47AE"/>
    <w:rsid w:val="00DD3DC4"/>
    <w:rsid w:val="00DD594C"/>
    <w:rsid w:val="00DD78EF"/>
    <w:rsid w:val="00DE706F"/>
    <w:rsid w:val="00DF57FE"/>
    <w:rsid w:val="00E031BB"/>
    <w:rsid w:val="00E10FCA"/>
    <w:rsid w:val="00E14232"/>
    <w:rsid w:val="00E172A6"/>
    <w:rsid w:val="00E20CDE"/>
    <w:rsid w:val="00E31834"/>
    <w:rsid w:val="00E31BC5"/>
    <w:rsid w:val="00E328D7"/>
    <w:rsid w:val="00E412BB"/>
    <w:rsid w:val="00E41ADF"/>
    <w:rsid w:val="00E46C16"/>
    <w:rsid w:val="00E50701"/>
    <w:rsid w:val="00E529AF"/>
    <w:rsid w:val="00E54F51"/>
    <w:rsid w:val="00E7790D"/>
    <w:rsid w:val="00E84463"/>
    <w:rsid w:val="00E86277"/>
    <w:rsid w:val="00E86402"/>
    <w:rsid w:val="00E92332"/>
    <w:rsid w:val="00E931E8"/>
    <w:rsid w:val="00E934E7"/>
    <w:rsid w:val="00EA2B33"/>
    <w:rsid w:val="00EB7A3D"/>
    <w:rsid w:val="00EC54EE"/>
    <w:rsid w:val="00ED3F2C"/>
    <w:rsid w:val="00ED7875"/>
    <w:rsid w:val="00EE214C"/>
    <w:rsid w:val="00EE3A60"/>
    <w:rsid w:val="00EF1D40"/>
    <w:rsid w:val="00EF4859"/>
    <w:rsid w:val="00EF5204"/>
    <w:rsid w:val="00F017FE"/>
    <w:rsid w:val="00F02043"/>
    <w:rsid w:val="00F060DD"/>
    <w:rsid w:val="00F11846"/>
    <w:rsid w:val="00F12BDD"/>
    <w:rsid w:val="00F232E9"/>
    <w:rsid w:val="00F274E5"/>
    <w:rsid w:val="00F30CFF"/>
    <w:rsid w:val="00F32418"/>
    <w:rsid w:val="00F3265A"/>
    <w:rsid w:val="00F33597"/>
    <w:rsid w:val="00F33E9D"/>
    <w:rsid w:val="00F342E7"/>
    <w:rsid w:val="00F34D74"/>
    <w:rsid w:val="00F413B8"/>
    <w:rsid w:val="00F46D2D"/>
    <w:rsid w:val="00F50374"/>
    <w:rsid w:val="00F60609"/>
    <w:rsid w:val="00F60636"/>
    <w:rsid w:val="00F65412"/>
    <w:rsid w:val="00F71CCE"/>
    <w:rsid w:val="00F723B3"/>
    <w:rsid w:val="00F74140"/>
    <w:rsid w:val="00F807B9"/>
    <w:rsid w:val="00F853F2"/>
    <w:rsid w:val="00F9006C"/>
    <w:rsid w:val="00F90EDE"/>
    <w:rsid w:val="00F93A07"/>
    <w:rsid w:val="00F960F2"/>
    <w:rsid w:val="00F963BD"/>
    <w:rsid w:val="00FA287C"/>
    <w:rsid w:val="00FA2AFB"/>
    <w:rsid w:val="00FB12B6"/>
    <w:rsid w:val="00FB2CA1"/>
    <w:rsid w:val="00FB32B8"/>
    <w:rsid w:val="00FB4B14"/>
    <w:rsid w:val="00FB511D"/>
    <w:rsid w:val="00FB604C"/>
    <w:rsid w:val="00FB60EB"/>
    <w:rsid w:val="00FC1424"/>
    <w:rsid w:val="00FC5031"/>
    <w:rsid w:val="00FC5D46"/>
    <w:rsid w:val="00FD4634"/>
    <w:rsid w:val="00FD5881"/>
    <w:rsid w:val="00FE1E7C"/>
    <w:rsid w:val="00FE2065"/>
    <w:rsid w:val="00FE2E86"/>
    <w:rsid w:val="00FE435D"/>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character" w:customStyle="1" w:styleId="LoendilikMrk">
    <w:name w:val="Loendi lõik Märk"/>
    <w:aliases w:val="Mummuga loetelu Märk,Loendi l›ik Märk"/>
    <w:link w:val="Loendilik"/>
    <w:uiPriority w:val="34"/>
    <w:locked/>
    <w:rsid w:val="007C20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0818B87EE82A46CB8AC5E2DFCE2A4CD0"/>
        <w:category>
          <w:name w:val="Üldine"/>
          <w:gallery w:val="placeholder"/>
        </w:category>
        <w:types>
          <w:type w:val="bbPlcHdr"/>
        </w:types>
        <w:behaviors>
          <w:behavior w:val="content"/>
        </w:behaviors>
        <w:guid w:val="{BE1063E6-7176-48F1-8207-F48653DFB7FF}"/>
      </w:docPartPr>
      <w:docPartBody>
        <w:p w:rsidR="006F5808" w:rsidRDefault="00CE157A" w:rsidP="00CE157A">
          <w:pPr>
            <w:pStyle w:val="0818B87EE82A46CB8AC5E2DFCE2A4CD0"/>
          </w:pPr>
          <w:r w:rsidRPr="003F6A59">
            <w:rPr>
              <w:rStyle w:val="Kohatitetekst"/>
            </w:rPr>
            <w:t>[Company]</w:t>
          </w:r>
        </w:p>
      </w:docPartBody>
    </w:docPart>
    <w:docPart>
      <w:docPartPr>
        <w:name w:val="55130AD20DEB454FA6388671A2DE2843"/>
        <w:category>
          <w:name w:val="Üldine"/>
          <w:gallery w:val="placeholder"/>
        </w:category>
        <w:types>
          <w:type w:val="bbPlcHdr"/>
        </w:types>
        <w:behaviors>
          <w:behavior w:val="content"/>
        </w:behaviors>
        <w:guid w:val="{5DCAA07C-C125-4FF6-A4EC-1220DA0A7DD0}"/>
      </w:docPartPr>
      <w:docPartBody>
        <w:p w:rsidR="006F5808" w:rsidRDefault="00CE157A" w:rsidP="00CE157A">
          <w:pPr>
            <w:pStyle w:val="55130AD20DEB454FA6388671A2DE2843"/>
          </w:pPr>
          <w:r w:rsidRPr="00BE118B">
            <w:rPr>
              <w:rStyle w:val="Kohatitetekst"/>
            </w:rPr>
            <w:t>Click here to enter a date.</w:t>
          </w:r>
        </w:p>
      </w:docPartBody>
    </w:docPart>
    <w:docPart>
      <w:docPartPr>
        <w:name w:val="BC74CDDF27484F01BA40EA7F34ABFC8A"/>
        <w:category>
          <w:name w:val="Üldine"/>
          <w:gallery w:val="placeholder"/>
        </w:category>
        <w:types>
          <w:type w:val="bbPlcHdr"/>
        </w:types>
        <w:behaviors>
          <w:behavior w:val="content"/>
        </w:behaviors>
        <w:guid w:val="{0BC13B42-1284-414C-842E-B90E4B74F736}"/>
      </w:docPartPr>
      <w:docPartBody>
        <w:p w:rsidR="006F5808" w:rsidRDefault="00CE157A" w:rsidP="00CE157A">
          <w:pPr>
            <w:pStyle w:val="BC74CDDF27484F01BA40EA7F34ABFC8A"/>
          </w:pPr>
          <w:r w:rsidRPr="00BE118B">
            <w:rPr>
              <w:rStyle w:val="Kohatitetekst"/>
            </w:rPr>
            <w:t>Choose an item.</w:t>
          </w:r>
        </w:p>
      </w:docPartBody>
    </w:docPart>
    <w:docPart>
      <w:docPartPr>
        <w:name w:val="2F6228E29CF24845AE4CFEF7967F5DE1"/>
        <w:category>
          <w:name w:val="Üldine"/>
          <w:gallery w:val="placeholder"/>
        </w:category>
        <w:types>
          <w:type w:val="bbPlcHdr"/>
        </w:types>
        <w:behaviors>
          <w:behavior w:val="content"/>
        </w:behaviors>
        <w:guid w:val="{DFD687E1-6B1F-4DA7-90F0-775344389E4F}"/>
      </w:docPartPr>
      <w:docPartBody>
        <w:p w:rsidR="006F5808" w:rsidRDefault="00CE157A" w:rsidP="00CE157A">
          <w:pPr>
            <w:pStyle w:val="2F6228E29CF24845AE4CFEF7967F5DE1"/>
          </w:pPr>
          <w:r w:rsidRPr="00BE118B">
            <w:rPr>
              <w:rStyle w:val="Kohatitetekst"/>
            </w:rPr>
            <w:t>Choose an item.</w:t>
          </w:r>
        </w:p>
      </w:docPartBody>
    </w:docPart>
    <w:docPart>
      <w:docPartPr>
        <w:name w:val="D5219F4C8B9E41DCB6C803016D234628"/>
        <w:category>
          <w:name w:val="Üldine"/>
          <w:gallery w:val="placeholder"/>
        </w:category>
        <w:types>
          <w:type w:val="bbPlcHdr"/>
        </w:types>
        <w:behaviors>
          <w:behavior w:val="content"/>
        </w:behaviors>
        <w:guid w:val="{799E6CBC-765D-4001-A942-2427BAF11C4A}"/>
      </w:docPartPr>
      <w:docPartBody>
        <w:p w:rsidR="006F5808" w:rsidRDefault="00CE157A" w:rsidP="00CE157A">
          <w:pPr>
            <w:pStyle w:val="D5219F4C8B9E41DCB6C803016D234628"/>
          </w:pPr>
          <w:r w:rsidRPr="003F6A59">
            <w:rPr>
              <w:rStyle w:val="Kohatitetekst"/>
            </w:rPr>
            <w:t>[Company]</w:t>
          </w:r>
        </w:p>
      </w:docPartBody>
    </w:docPart>
    <w:docPart>
      <w:docPartPr>
        <w:name w:val="204CEDD4F2A44FC98A85B4C0D45F54D4"/>
        <w:category>
          <w:name w:val="Üldine"/>
          <w:gallery w:val="placeholder"/>
        </w:category>
        <w:types>
          <w:type w:val="bbPlcHdr"/>
        </w:types>
        <w:behaviors>
          <w:behavior w:val="content"/>
        </w:behaviors>
        <w:guid w:val="{6E87FD73-03B7-4D47-8391-8AB6A1443D46}"/>
      </w:docPartPr>
      <w:docPartBody>
        <w:p w:rsidR="006F5808" w:rsidRDefault="00CE157A" w:rsidP="00CE157A">
          <w:pPr>
            <w:pStyle w:val="204CEDD4F2A44FC98A85B4C0D45F54D4"/>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0C3C90"/>
    <w:rsid w:val="00137498"/>
    <w:rsid w:val="0016358B"/>
    <w:rsid w:val="00170480"/>
    <w:rsid w:val="0018551C"/>
    <w:rsid w:val="00190188"/>
    <w:rsid w:val="00193892"/>
    <w:rsid w:val="00244970"/>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86B87"/>
    <w:rsid w:val="00491275"/>
    <w:rsid w:val="004B2DE6"/>
    <w:rsid w:val="004D122A"/>
    <w:rsid w:val="004F6639"/>
    <w:rsid w:val="00517522"/>
    <w:rsid w:val="00523061"/>
    <w:rsid w:val="0053141C"/>
    <w:rsid w:val="00551D60"/>
    <w:rsid w:val="00580437"/>
    <w:rsid w:val="00590DDE"/>
    <w:rsid w:val="00593D81"/>
    <w:rsid w:val="005A5431"/>
    <w:rsid w:val="005A6189"/>
    <w:rsid w:val="00632625"/>
    <w:rsid w:val="0063290D"/>
    <w:rsid w:val="006442A0"/>
    <w:rsid w:val="00647B8F"/>
    <w:rsid w:val="00664D6B"/>
    <w:rsid w:val="0067752A"/>
    <w:rsid w:val="00680394"/>
    <w:rsid w:val="00696560"/>
    <w:rsid w:val="006B0FE0"/>
    <w:rsid w:val="006C4268"/>
    <w:rsid w:val="006F484C"/>
    <w:rsid w:val="006F5808"/>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77E60"/>
    <w:rsid w:val="009848A8"/>
    <w:rsid w:val="009932A9"/>
    <w:rsid w:val="009A5C01"/>
    <w:rsid w:val="009D5A99"/>
    <w:rsid w:val="009E2EBC"/>
    <w:rsid w:val="009F2739"/>
    <w:rsid w:val="00A1078C"/>
    <w:rsid w:val="00A20522"/>
    <w:rsid w:val="00A7539A"/>
    <w:rsid w:val="00AB6A2C"/>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CE157A"/>
    <w:rsid w:val="00D23F46"/>
    <w:rsid w:val="00D51F72"/>
    <w:rsid w:val="00D52DC6"/>
    <w:rsid w:val="00D56455"/>
    <w:rsid w:val="00D76BBE"/>
    <w:rsid w:val="00DA13A4"/>
    <w:rsid w:val="00DB0041"/>
    <w:rsid w:val="00DE7E8F"/>
    <w:rsid w:val="00E47491"/>
    <w:rsid w:val="00E75BCC"/>
    <w:rsid w:val="00E75C7C"/>
    <w:rsid w:val="00EC7277"/>
    <w:rsid w:val="00ED0DFC"/>
    <w:rsid w:val="00F30BB5"/>
    <w:rsid w:val="00F854CD"/>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CE157A"/>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0818B87EE82A46CB8AC5E2DFCE2A4CD0">
    <w:name w:val="0818B87EE82A46CB8AC5E2DFCE2A4CD0"/>
    <w:rsid w:val="00CE157A"/>
    <w:rPr>
      <w:kern w:val="2"/>
      <w14:ligatures w14:val="standardContextual"/>
    </w:rPr>
  </w:style>
  <w:style w:type="paragraph" w:customStyle="1" w:styleId="55130AD20DEB454FA6388671A2DE2843">
    <w:name w:val="55130AD20DEB454FA6388671A2DE2843"/>
    <w:rsid w:val="00CE157A"/>
    <w:rPr>
      <w:kern w:val="2"/>
      <w14:ligatures w14:val="standardContextual"/>
    </w:rPr>
  </w:style>
  <w:style w:type="paragraph" w:customStyle="1" w:styleId="BC74CDDF27484F01BA40EA7F34ABFC8A">
    <w:name w:val="BC74CDDF27484F01BA40EA7F34ABFC8A"/>
    <w:rsid w:val="00CE157A"/>
    <w:rPr>
      <w:kern w:val="2"/>
      <w14:ligatures w14:val="standardContextual"/>
    </w:rPr>
  </w:style>
  <w:style w:type="paragraph" w:customStyle="1" w:styleId="2F6228E29CF24845AE4CFEF7967F5DE1">
    <w:name w:val="2F6228E29CF24845AE4CFEF7967F5DE1"/>
    <w:rsid w:val="00CE157A"/>
    <w:rPr>
      <w:kern w:val="2"/>
      <w14:ligatures w14:val="standardContextual"/>
    </w:rPr>
  </w:style>
  <w:style w:type="paragraph" w:customStyle="1" w:styleId="D5219F4C8B9E41DCB6C803016D234628">
    <w:name w:val="D5219F4C8B9E41DCB6C803016D234628"/>
    <w:rsid w:val="00CE157A"/>
    <w:rPr>
      <w:kern w:val="2"/>
      <w14:ligatures w14:val="standardContextual"/>
    </w:rPr>
  </w:style>
  <w:style w:type="paragraph" w:customStyle="1" w:styleId="204CEDD4F2A44FC98A85B4C0D45F54D4">
    <w:name w:val="204CEDD4F2A44FC98A85B4C0D45F54D4"/>
    <w:rsid w:val="00CE157A"/>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TotalTime>
  <Pages>14</Pages>
  <Words>5240</Words>
  <Characters>29872</Characters>
  <Application>Microsoft Office Word</Application>
  <DocSecurity>0</DocSecurity>
  <Lines>248</Lines>
  <Paragraphs>70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4</cp:revision>
  <dcterms:created xsi:type="dcterms:W3CDTF">2023-12-05T11:48:00Z</dcterms:created>
  <dcterms:modified xsi:type="dcterms:W3CDTF">2023-12-05T11:49:00Z</dcterms:modified>
</cp:coreProperties>
</file>